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A4251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D304351" w14:textId="5914E542" w:rsidR="0085747A" w:rsidRPr="00605C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05CDF">
        <w:rPr>
          <w:rFonts w:ascii="Corbel" w:hAnsi="Corbel"/>
          <w:i/>
          <w:smallCaps/>
          <w:sz w:val="24"/>
          <w:szCs w:val="24"/>
        </w:rPr>
        <w:t xml:space="preserve"> </w:t>
      </w:r>
      <w:r w:rsidR="00605CDF">
        <w:rPr>
          <w:rFonts w:ascii="Corbel" w:hAnsi="Corbel"/>
          <w:smallCaps/>
          <w:sz w:val="24"/>
          <w:szCs w:val="24"/>
        </w:rPr>
        <w:t>20</w:t>
      </w:r>
      <w:r w:rsidR="0064521E">
        <w:rPr>
          <w:rFonts w:ascii="Corbel" w:hAnsi="Corbel"/>
          <w:smallCaps/>
          <w:sz w:val="24"/>
          <w:szCs w:val="24"/>
        </w:rPr>
        <w:t>20</w:t>
      </w:r>
      <w:r w:rsidR="00605CDF">
        <w:rPr>
          <w:rFonts w:ascii="Corbel" w:hAnsi="Corbel"/>
          <w:smallCaps/>
          <w:sz w:val="24"/>
          <w:szCs w:val="24"/>
        </w:rPr>
        <w:t>-202</w:t>
      </w:r>
      <w:r w:rsidR="0064521E">
        <w:rPr>
          <w:rFonts w:ascii="Corbel" w:hAnsi="Corbel"/>
          <w:smallCaps/>
          <w:sz w:val="24"/>
          <w:szCs w:val="24"/>
        </w:rPr>
        <w:t>3</w:t>
      </w:r>
    </w:p>
    <w:p w14:paraId="7F93515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A46B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4C910B8" w14:textId="77777777" w:rsidTr="00E96ABA">
        <w:tc>
          <w:tcPr>
            <w:tcW w:w="2694" w:type="dxa"/>
            <w:vAlign w:val="center"/>
          </w:tcPr>
          <w:p w14:paraId="2BB9C89B" w14:textId="77777777" w:rsidR="0085747A" w:rsidRPr="00DA29C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A29C7">
              <w:rPr>
                <w:rFonts w:ascii="Corbel" w:hAnsi="Corbel"/>
                <w:sz w:val="24"/>
                <w:szCs w:val="24"/>
                <w:lang w:val="pl-PL"/>
              </w:rPr>
              <w:t>Nazwa przedmiotu/ modułu</w:t>
            </w:r>
          </w:p>
        </w:tc>
        <w:tc>
          <w:tcPr>
            <w:tcW w:w="7087" w:type="dxa"/>
            <w:shd w:val="clear" w:color="auto" w:fill="DEEAF6"/>
            <w:vAlign w:val="center"/>
          </w:tcPr>
          <w:p w14:paraId="1151A8E5" w14:textId="77777777" w:rsidR="0085747A" w:rsidRPr="00457974" w:rsidRDefault="008374A0" w:rsidP="00B10646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mallCaps/>
                <w:sz w:val="28"/>
                <w:szCs w:val="28"/>
              </w:rPr>
            </w:pPr>
            <w:r w:rsidRPr="00457974">
              <w:rPr>
                <w:rFonts w:ascii="Corbel" w:hAnsi="Corbel"/>
                <w:smallCaps/>
                <w:sz w:val="28"/>
                <w:szCs w:val="28"/>
              </w:rPr>
              <w:t>Podróżopisarstwo</w:t>
            </w:r>
          </w:p>
        </w:tc>
      </w:tr>
      <w:tr w:rsidR="0085747A" w:rsidRPr="009C54AE" w14:paraId="2709FDE4" w14:textId="77777777" w:rsidTr="00B819C8">
        <w:tc>
          <w:tcPr>
            <w:tcW w:w="2694" w:type="dxa"/>
            <w:vAlign w:val="center"/>
          </w:tcPr>
          <w:p w14:paraId="309306D0" w14:textId="77777777" w:rsidR="0085747A" w:rsidRPr="00DA29C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A29C7">
              <w:rPr>
                <w:rFonts w:ascii="Corbel" w:hAnsi="Corbel"/>
                <w:sz w:val="24"/>
                <w:szCs w:val="24"/>
                <w:lang w:val="pl-PL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14:paraId="1379143C" w14:textId="77777777" w:rsidR="0085747A" w:rsidRPr="009C54AE" w:rsidRDefault="008374A0" w:rsidP="00FE5A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E5A4B"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>45</w:t>
            </w:r>
            <w:r w:rsidR="00B10646">
              <w:rPr>
                <w:rFonts w:ascii="Corbel" w:hAnsi="Corbel"/>
                <w:b w:val="0"/>
                <w:sz w:val="24"/>
                <w:szCs w:val="24"/>
              </w:rPr>
              <w:t>_I.6</w:t>
            </w:r>
          </w:p>
        </w:tc>
      </w:tr>
      <w:tr w:rsidR="0085747A" w:rsidRPr="009C54AE" w14:paraId="57257648" w14:textId="77777777" w:rsidTr="00B819C8">
        <w:tc>
          <w:tcPr>
            <w:tcW w:w="2694" w:type="dxa"/>
            <w:vAlign w:val="center"/>
          </w:tcPr>
          <w:p w14:paraId="455DE13B" w14:textId="77777777" w:rsidR="0085747A" w:rsidRPr="00DA29C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A29C7">
              <w:rPr>
                <w:rFonts w:ascii="Corbel" w:hAnsi="Corbel"/>
                <w:sz w:val="24"/>
                <w:szCs w:val="24"/>
                <w:lang w:val="pl-PL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14:paraId="4CF7BD49" w14:textId="42D27195" w:rsidR="0085747A" w:rsidRPr="009C54AE" w:rsidRDefault="0064521E" w:rsidP="007E759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Humanistycznych</w:t>
            </w:r>
          </w:p>
        </w:tc>
      </w:tr>
      <w:tr w:rsidR="00605CDF" w:rsidRPr="009C54AE" w14:paraId="13525033" w14:textId="77777777" w:rsidTr="00B819C8">
        <w:tc>
          <w:tcPr>
            <w:tcW w:w="2694" w:type="dxa"/>
            <w:vAlign w:val="center"/>
          </w:tcPr>
          <w:p w14:paraId="53377D0D" w14:textId="77777777" w:rsidR="00605CDF" w:rsidRPr="00DA29C7" w:rsidRDefault="00605CD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A29C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17C944E" w14:textId="282FF830" w:rsidR="007E7598" w:rsidRPr="009C54AE" w:rsidRDefault="0064521E" w:rsidP="007E759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Polonistyki i Dziennikarstwa</w:t>
            </w:r>
          </w:p>
        </w:tc>
      </w:tr>
      <w:tr w:rsidR="00605CDF" w:rsidRPr="009C54AE" w14:paraId="67FF5FF4" w14:textId="77777777" w:rsidTr="00B819C8">
        <w:tc>
          <w:tcPr>
            <w:tcW w:w="2694" w:type="dxa"/>
            <w:vAlign w:val="center"/>
          </w:tcPr>
          <w:p w14:paraId="57DB8287" w14:textId="77777777" w:rsidR="00605CDF" w:rsidRPr="00DA29C7" w:rsidRDefault="00605CD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A29C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2B5242" w14:textId="77777777" w:rsidR="00605CDF" w:rsidRPr="009C54AE" w:rsidRDefault="006410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374A0">
              <w:rPr>
                <w:rFonts w:ascii="Corbel" w:hAnsi="Corbel"/>
                <w:b w:val="0"/>
                <w:sz w:val="24"/>
                <w:szCs w:val="24"/>
              </w:rPr>
              <w:t>olonistyka stosowana</w:t>
            </w:r>
          </w:p>
        </w:tc>
      </w:tr>
      <w:tr w:rsidR="00605CDF" w:rsidRPr="009C54AE" w14:paraId="62F27ECF" w14:textId="77777777" w:rsidTr="00B819C8">
        <w:tc>
          <w:tcPr>
            <w:tcW w:w="2694" w:type="dxa"/>
            <w:vAlign w:val="center"/>
          </w:tcPr>
          <w:p w14:paraId="4B10F366" w14:textId="77777777" w:rsidR="00605CDF" w:rsidRPr="00DA29C7" w:rsidRDefault="00605CD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A29C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64566F23" w14:textId="77777777" w:rsidR="00605CDF" w:rsidRPr="009C54AE" w:rsidRDefault="008374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1</w:t>
            </w:r>
            <w:r w:rsidR="00605CDF">
              <w:rPr>
                <w:rFonts w:ascii="Corbel" w:hAnsi="Corbel"/>
                <w:b w:val="0"/>
                <w:sz w:val="24"/>
                <w:szCs w:val="24"/>
              </w:rPr>
              <w:t>. stopnia</w:t>
            </w:r>
          </w:p>
        </w:tc>
      </w:tr>
      <w:tr w:rsidR="00605CDF" w:rsidRPr="009C54AE" w14:paraId="4696C97C" w14:textId="77777777" w:rsidTr="00B819C8">
        <w:tc>
          <w:tcPr>
            <w:tcW w:w="2694" w:type="dxa"/>
            <w:vAlign w:val="center"/>
          </w:tcPr>
          <w:p w14:paraId="0BF7B706" w14:textId="77777777" w:rsidR="00605CDF" w:rsidRPr="00DA29C7" w:rsidRDefault="00605CD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A29C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9352344" w14:textId="77777777" w:rsidR="00605CDF" w:rsidRPr="009C54AE" w:rsidRDefault="00605C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05CDF" w:rsidRPr="009C54AE" w14:paraId="657DD0CE" w14:textId="77777777" w:rsidTr="00B819C8">
        <w:tc>
          <w:tcPr>
            <w:tcW w:w="2694" w:type="dxa"/>
            <w:vAlign w:val="center"/>
          </w:tcPr>
          <w:p w14:paraId="21BC7576" w14:textId="77777777" w:rsidR="00605CDF" w:rsidRPr="00DA29C7" w:rsidRDefault="00605CD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A29C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5F2FA6B" w14:textId="77777777" w:rsidR="00605CDF" w:rsidRPr="009C54AE" w:rsidRDefault="00605C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05CDF" w:rsidRPr="009C54AE" w14:paraId="559B6F31" w14:textId="77777777" w:rsidTr="00B819C8">
        <w:tc>
          <w:tcPr>
            <w:tcW w:w="2694" w:type="dxa"/>
            <w:vAlign w:val="center"/>
          </w:tcPr>
          <w:p w14:paraId="26C06B4B" w14:textId="77777777" w:rsidR="00605CDF" w:rsidRPr="00DA29C7" w:rsidRDefault="00605CD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A29C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3EE0EAC5" w14:textId="77777777" w:rsidR="00605CDF" w:rsidRPr="009C54AE" w:rsidRDefault="008374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II, semestr 2 i 4 </w:t>
            </w:r>
          </w:p>
        </w:tc>
      </w:tr>
      <w:tr w:rsidR="00605CDF" w:rsidRPr="009C54AE" w14:paraId="6DE107F0" w14:textId="77777777" w:rsidTr="00B819C8">
        <w:tc>
          <w:tcPr>
            <w:tcW w:w="2694" w:type="dxa"/>
            <w:vAlign w:val="center"/>
          </w:tcPr>
          <w:p w14:paraId="47058CA8" w14:textId="77777777" w:rsidR="00605CDF" w:rsidRPr="00DA29C7" w:rsidRDefault="00605CD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A29C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F1EB6A" w14:textId="77777777" w:rsidR="00605CDF" w:rsidRPr="009C54AE" w:rsidRDefault="00605C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do wyboru</w:t>
            </w:r>
          </w:p>
        </w:tc>
      </w:tr>
      <w:tr w:rsidR="00605CDF" w:rsidRPr="009C54AE" w14:paraId="391907C5" w14:textId="77777777" w:rsidTr="00B819C8">
        <w:tc>
          <w:tcPr>
            <w:tcW w:w="2694" w:type="dxa"/>
            <w:vAlign w:val="center"/>
          </w:tcPr>
          <w:p w14:paraId="6CFA787F" w14:textId="77777777" w:rsidR="00605CDF" w:rsidRPr="00DA29C7" w:rsidRDefault="00605CD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A29C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ED9925" w14:textId="77777777" w:rsidR="00605CDF" w:rsidRPr="009C54AE" w:rsidRDefault="00605C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05CDF" w:rsidRPr="009C54AE" w14:paraId="7232C380" w14:textId="77777777" w:rsidTr="00B819C8">
        <w:tc>
          <w:tcPr>
            <w:tcW w:w="2694" w:type="dxa"/>
            <w:vAlign w:val="center"/>
          </w:tcPr>
          <w:p w14:paraId="104BD68D" w14:textId="77777777" w:rsidR="00605CDF" w:rsidRPr="00DA29C7" w:rsidRDefault="00605CD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A29C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72ABB9" w14:textId="63355C75" w:rsidR="00605CDF" w:rsidRPr="009C54AE" w:rsidRDefault="00605C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64521E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Elżbieta Mazur</w:t>
            </w:r>
          </w:p>
        </w:tc>
      </w:tr>
      <w:tr w:rsidR="00605CDF" w:rsidRPr="009C54AE" w14:paraId="7C9FF4F2" w14:textId="77777777" w:rsidTr="00B819C8">
        <w:tc>
          <w:tcPr>
            <w:tcW w:w="2694" w:type="dxa"/>
            <w:vAlign w:val="center"/>
          </w:tcPr>
          <w:p w14:paraId="208309E7" w14:textId="77777777" w:rsidR="00605CDF" w:rsidRPr="00DA29C7" w:rsidRDefault="00605CD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A29C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E1F94E5" w14:textId="5C2D451F" w:rsidR="00605CDF" w:rsidRPr="009C54AE" w:rsidRDefault="00605C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64521E">
              <w:rPr>
                <w:rFonts w:ascii="Corbel" w:hAnsi="Corbel"/>
                <w:b w:val="0"/>
                <w:sz w:val="24"/>
                <w:szCs w:val="24"/>
              </w:rPr>
              <w:t xml:space="preserve"> prof. UR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Elżbieta Mazur, </w:t>
            </w:r>
            <w:r w:rsidR="0064521E">
              <w:rPr>
                <w:rFonts w:ascii="Corbel" w:hAnsi="Corbel"/>
                <w:b w:val="0"/>
                <w:sz w:val="24"/>
                <w:szCs w:val="24"/>
              </w:rPr>
              <w:t>prof. dr hab.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Alicja Jakubowska-Ożó</w:t>
            </w:r>
            <w:r w:rsidR="0064521E">
              <w:rPr>
                <w:rFonts w:ascii="Corbel" w:hAnsi="Corbel"/>
                <w:b w:val="0"/>
                <w:sz w:val="24"/>
                <w:szCs w:val="24"/>
              </w:rPr>
              <w:t>g</w:t>
            </w:r>
          </w:p>
        </w:tc>
      </w:tr>
    </w:tbl>
    <w:p w14:paraId="1F84ED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992CF9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032C6A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A95712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B8C45" w14:textId="77777777" w:rsidR="00015B8F" w:rsidRPr="00DA29C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DA29C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0B41153A" w14:textId="77777777" w:rsidR="00015B8F" w:rsidRPr="00DA29C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DA29C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DA29C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80399" w14:textId="77777777" w:rsidR="00015B8F" w:rsidRPr="00DA29C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DA29C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DA29C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EE0E5" w14:textId="77777777" w:rsidR="00015B8F" w:rsidRPr="00DA29C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DA29C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682A3" w14:textId="77777777" w:rsidR="00015B8F" w:rsidRPr="00DA29C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DA29C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DA29C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E9210" w14:textId="77777777" w:rsidR="00015B8F" w:rsidRPr="00DA29C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DA29C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64A67" w14:textId="77777777" w:rsidR="00015B8F" w:rsidRPr="00DA29C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DA29C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DA29C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11C0D" w14:textId="77777777" w:rsidR="00015B8F" w:rsidRPr="00DA29C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DA29C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DCEE8" w14:textId="77777777" w:rsidR="00015B8F" w:rsidRPr="00DA29C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DA29C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DA29C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745E5" w14:textId="77777777" w:rsidR="00015B8F" w:rsidRPr="00DA29C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DA29C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10ABB" w14:textId="77777777" w:rsidR="00015B8F" w:rsidRPr="00DA29C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DA29C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183F689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A736" w14:textId="77777777" w:rsidR="00015B8F" w:rsidRPr="009C54AE" w:rsidRDefault="008374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i 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290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2DA9C" w14:textId="77777777" w:rsidR="00015B8F" w:rsidRPr="009C54AE" w:rsidRDefault="00BF25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 + 10 (s)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96B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31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430E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56E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C7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264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EDD2" w14:textId="77777777" w:rsidR="00015B8F" w:rsidRPr="009C54AE" w:rsidRDefault="00BF25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39BE70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FBF68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2C745A" w14:textId="77777777" w:rsidR="00BF259C" w:rsidRDefault="0085747A" w:rsidP="00BF259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B787119" w14:textId="77777777" w:rsidR="0085747A" w:rsidRPr="009C54AE" w:rsidRDefault="0085747A" w:rsidP="00BF259C">
      <w:pPr>
        <w:pStyle w:val="Punktygwne"/>
        <w:numPr>
          <w:ilvl w:val="0"/>
          <w:numId w:val="6"/>
        </w:numPr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6977BBC" w14:textId="51519524" w:rsidR="0085747A" w:rsidRPr="009C54AE" w:rsidRDefault="0085747A" w:rsidP="0064521E">
      <w:pPr>
        <w:pStyle w:val="Punktygwne"/>
        <w:numPr>
          <w:ilvl w:val="0"/>
          <w:numId w:val="6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2C72C9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A9E2EC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/modułu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BF259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317656ED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3F17D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690C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30C3CB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13CB4D4" w14:textId="77777777" w:rsidTr="00745302">
        <w:tc>
          <w:tcPr>
            <w:tcW w:w="9670" w:type="dxa"/>
          </w:tcPr>
          <w:p w14:paraId="578194F7" w14:textId="77777777" w:rsidR="0085747A" w:rsidRPr="009C54AE" w:rsidRDefault="00D71E7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</w:t>
            </w:r>
            <w:r w:rsidR="008374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 wiedzę o rodzajach i gatunkach literackich oraz publicystycznych,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 literaturę polską XX i XX</w:t>
            </w:r>
            <w:r w:rsidR="008374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wieku.</w:t>
            </w:r>
          </w:p>
        </w:tc>
      </w:tr>
    </w:tbl>
    <w:p w14:paraId="30F1EE7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568068" w14:textId="77777777" w:rsidR="0085747A" w:rsidRPr="009C54AE" w:rsidRDefault="00B10646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page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2D88F7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8E2AB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przedmiotu/modułu </w:t>
      </w:r>
    </w:p>
    <w:p w14:paraId="3B09EC2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C627F5A" w14:textId="77777777" w:rsidTr="00923D7D">
        <w:tc>
          <w:tcPr>
            <w:tcW w:w="851" w:type="dxa"/>
            <w:vAlign w:val="center"/>
          </w:tcPr>
          <w:p w14:paraId="06B45747" w14:textId="77777777" w:rsidR="0085747A" w:rsidRPr="00DA29C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A29C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F84F57D" w14:textId="77777777" w:rsidR="00D71E78" w:rsidRDefault="00D71E78" w:rsidP="00D71E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Zapoznanie studentów z wybranymi utworami literatury XX i XXI wieku opartymi </w:t>
            </w:r>
          </w:p>
          <w:p w14:paraId="3ACAAD2E" w14:textId="77777777" w:rsidR="0085747A" w:rsidRPr="00DA29C7" w:rsidRDefault="00D71E78" w:rsidP="00D71E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na doświadczeniach podróży</w:t>
            </w:r>
          </w:p>
        </w:tc>
      </w:tr>
      <w:tr w:rsidR="008374A0" w:rsidRPr="009C54AE" w14:paraId="766E27DC" w14:textId="77777777" w:rsidTr="00923D7D">
        <w:tc>
          <w:tcPr>
            <w:tcW w:w="851" w:type="dxa"/>
            <w:vAlign w:val="center"/>
          </w:tcPr>
          <w:p w14:paraId="39BC57AB" w14:textId="77777777" w:rsidR="008374A0" w:rsidRPr="00DA29C7" w:rsidRDefault="008374A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097C08E6" w14:textId="77777777" w:rsidR="008374A0" w:rsidRDefault="008374A0" w:rsidP="00D71E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Poznanie charakterystycznych cech literatury podróżniczej</w:t>
            </w:r>
            <w:r w:rsidR="002964F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, jej odmian 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właściwości reprezentatywnych dla wybranych </w:t>
            </w:r>
            <w:r w:rsidR="002964FB">
              <w:rPr>
                <w:rFonts w:ascii="Corbel" w:hAnsi="Corbel"/>
                <w:b w:val="0"/>
                <w:sz w:val="24"/>
                <w:szCs w:val="24"/>
                <w:lang w:val="pl-PL"/>
              </w:rPr>
              <w:t>twórców</w:t>
            </w:r>
          </w:p>
        </w:tc>
      </w:tr>
      <w:tr w:rsidR="0085747A" w:rsidRPr="009C54AE" w14:paraId="49A8F333" w14:textId="77777777" w:rsidTr="00923D7D">
        <w:tc>
          <w:tcPr>
            <w:tcW w:w="851" w:type="dxa"/>
            <w:vAlign w:val="center"/>
          </w:tcPr>
          <w:p w14:paraId="7AFC079F" w14:textId="77777777" w:rsidR="0085747A" w:rsidRPr="00DA29C7" w:rsidRDefault="00D71E7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C</w:t>
            </w:r>
            <w:r w:rsidR="002964FB">
              <w:rPr>
                <w:rFonts w:ascii="Corbel" w:hAnsi="Corbel"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  <w:vAlign w:val="center"/>
          </w:tcPr>
          <w:p w14:paraId="31BD63C3" w14:textId="77777777" w:rsidR="0085747A" w:rsidRPr="00DA29C7" w:rsidRDefault="00D71E7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Kształcenie umiejętności</w:t>
            </w:r>
            <w:r w:rsidR="00CC304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problematyzowania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="00CC304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interpretacji tekstów literackich podejmujących dialog lub spór z tradycją opisów podróżniczych</w:t>
            </w:r>
          </w:p>
        </w:tc>
      </w:tr>
      <w:tr w:rsidR="0085747A" w:rsidRPr="009C54AE" w14:paraId="1B065F3F" w14:textId="77777777" w:rsidTr="00923D7D">
        <w:tc>
          <w:tcPr>
            <w:tcW w:w="851" w:type="dxa"/>
            <w:vAlign w:val="center"/>
          </w:tcPr>
          <w:p w14:paraId="7186D0AE" w14:textId="77777777" w:rsidR="0085747A" w:rsidRPr="00DA29C7" w:rsidRDefault="00D71E7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="002964FB">
              <w:rPr>
                <w:rFonts w:ascii="Corbel" w:hAnsi="Corbel"/>
                <w:b w:val="0"/>
                <w:sz w:val="24"/>
                <w:szCs w:val="24"/>
                <w:lang w:val="pl-PL"/>
              </w:rPr>
              <w:t>4</w:t>
            </w:r>
          </w:p>
        </w:tc>
        <w:tc>
          <w:tcPr>
            <w:tcW w:w="8819" w:type="dxa"/>
            <w:vAlign w:val="center"/>
          </w:tcPr>
          <w:p w14:paraId="5C00854A" w14:textId="77777777" w:rsidR="0085747A" w:rsidRPr="00DA29C7" w:rsidRDefault="00D71E78" w:rsidP="00CC304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Kształtowanie </w:t>
            </w:r>
            <w:r w:rsidR="00CC304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umiejętności </w:t>
            </w:r>
            <w:r w:rsidR="008473CD">
              <w:rPr>
                <w:rFonts w:ascii="Corbel" w:hAnsi="Corbel"/>
                <w:b w:val="0"/>
                <w:sz w:val="24"/>
                <w:szCs w:val="24"/>
                <w:lang w:val="pl-PL"/>
              </w:rPr>
              <w:t>wartościowania dokonań twórczych w dziedzinie podróżopisarstwa</w:t>
            </w:r>
          </w:p>
        </w:tc>
      </w:tr>
    </w:tbl>
    <w:p w14:paraId="5E80B4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AA9B50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przedmiotu/ modułu</w:t>
      </w:r>
      <w:r w:rsidR="001D7B54" w:rsidRPr="009C54AE">
        <w:rPr>
          <w:rFonts w:ascii="Corbel" w:hAnsi="Corbel"/>
          <w:sz w:val="24"/>
          <w:szCs w:val="24"/>
        </w:rPr>
        <w:t xml:space="preserve"> ( </w:t>
      </w:r>
      <w:r w:rsidR="001D7B54" w:rsidRPr="009C54AE">
        <w:rPr>
          <w:rFonts w:ascii="Corbel" w:hAnsi="Corbel"/>
          <w:i/>
          <w:sz w:val="24"/>
          <w:szCs w:val="24"/>
        </w:rPr>
        <w:t>wypełnia koordynator</w:t>
      </w:r>
      <w:r w:rsidR="001D7B54" w:rsidRPr="009C54AE">
        <w:rPr>
          <w:rFonts w:ascii="Corbel" w:hAnsi="Corbel"/>
          <w:sz w:val="24"/>
          <w:szCs w:val="24"/>
        </w:rPr>
        <w:t>)</w:t>
      </w:r>
    </w:p>
    <w:p w14:paraId="2B937C1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379"/>
        <w:gridCol w:w="1873"/>
      </w:tblGrid>
      <w:tr w:rsidR="0085747A" w:rsidRPr="009C54AE" w14:paraId="035BCC4A" w14:textId="77777777" w:rsidTr="00E96ABA">
        <w:tc>
          <w:tcPr>
            <w:tcW w:w="1418" w:type="dxa"/>
            <w:shd w:val="clear" w:color="auto" w:fill="D9D9D9"/>
            <w:vAlign w:val="center"/>
          </w:tcPr>
          <w:p w14:paraId="540CDD1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379" w:type="dxa"/>
            <w:shd w:val="clear" w:color="auto" w:fill="D9D9D9"/>
            <w:vAlign w:val="center"/>
          </w:tcPr>
          <w:p w14:paraId="0C8BA26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shd w:val="clear" w:color="auto" w:fill="D9D9D9"/>
            <w:vAlign w:val="center"/>
          </w:tcPr>
          <w:p w14:paraId="63E2802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C54AE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5747A" w:rsidRPr="009C54AE" w14:paraId="1B51C836" w14:textId="77777777" w:rsidTr="00B10646">
        <w:tc>
          <w:tcPr>
            <w:tcW w:w="1418" w:type="dxa"/>
          </w:tcPr>
          <w:p w14:paraId="73B8DE1D" w14:textId="77777777" w:rsidR="0085747A" w:rsidRPr="009C54AE" w:rsidRDefault="00B106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379" w:type="dxa"/>
          </w:tcPr>
          <w:p w14:paraId="162DF753" w14:textId="77777777" w:rsidR="008D77F6" w:rsidRDefault="008473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 uporządkowaną wiedzę dotyczącą genezy</w:t>
            </w:r>
          </w:p>
          <w:p w14:paraId="7C75D722" w14:textId="77777777" w:rsidR="008D77F6" w:rsidRDefault="008473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rozwoju literatury podróżniczej; zna utwory literatury </w:t>
            </w:r>
          </w:p>
          <w:p w14:paraId="4FCB2518" w14:textId="77777777" w:rsidR="0085747A" w:rsidRPr="009C54AE" w:rsidRDefault="008473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X</w:t>
            </w:r>
            <w:r w:rsidR="00CF3573">
              <w:rPr>
                <w:rFonts w:ascii="Corbel" w:hAnsi="Corbel"/>
                <w:b w:val="0"/>
                <w:smallCaps w:val="0"/>
                <w:szCs w:val="24"/>
              </w:rPr>
              <w:t xml:space="preserve">X i XXI wieku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 tematyce podróżniczej </w:t>
            </w:r>
          </w:p>
        </w:tc>
        <w:tc>
          <w:tcPr>
            <w:tcW w:w="1873" w:type="dxa"/>
          </w:tcPr>
          <w:p w14:paraId="3F5AD95E" w14:textId="7A9CFC74" w:rsidR="0085747A" w:rsidRPr="009C54AE" w:rsidRDefault="00C61849" w:rsidP="00CC30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4521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5747A" w:rsidRPr="009C54AE" w14:paraId="477C191E" w14:textId="77777777" w:rsidTr="00B10646">
        <w:tc>
          <w:tcPr>
            <w:tcW w:w="1418" w:type="dxa"/>
          </w:tcPr>
          <w:p w14:paraId="2B7A8A0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170DC9D2" w14:textId="77777777" w:rsidR="0085747A" w:rsidRPr="009C54AE" w:rsidRDefault="002964FB" w:rsidP="002964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metody analizy i interpretacji literatury podróżniczej </w:t>
            </w:r>
          </w:p>
        </w:tc>
        <w:tc>
          <w:tcPr>
            <w:tcW w:w="1873" w:type="dxa"/>
          </w:tcPr>
          <w:p w14:paraId="07043544" w14:textId="23F3ED46" w:rsidR="0085747A" w:rsidRPr="009C54AE" w:rsidRDefault="00622ACC" w:rsidP="00CC30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4521E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K_W0</w:t>
            </w:r>
            <w:r w:rsidR="0064521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2964FB" w:rsidRPr="009C54AE" w14:paraId="218C14CE" w14:textId="77777777" w:rsidTr="00B10646">
        <w:tc>
          <w:tcPr>
            <w:tcW w:w="1418" w:type="dxa"/>
          </w:tcPr>
          <w:p w14:paraId="7EDC5C33" w14:textId="77777777" w:rsidR="002964FB" w:rsidRPr="009C54AE" w:rsidRDefault="002964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9" w:type="dxa"/>
          </w:tcPr>
          <w:p w14:paraId="66CA1B98" w14:textId="77777777" w:rsidR="002964FB" w:rsidRDefault="002964FB" w:rsidP="00CC30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sproblematyzować poszczególne utwory</w:t>
            </w:r>
          </w:p>
          <w:p w14:paraId="729174DA" w14:textId="77777777" w:rsidR="002964FB" w:rsidRDefault="002964FB" w:rsidP="00CC30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przeprowadzić krytyczną analizę literatury podróżniczej</w:t>
            </w:r>
          </w:p>
        </w:tc>
        <w:tc>
          <w:tcPr>
            <w:tcW w:w="1873" w:type="dxa"/>
          </w:tcPr>
          <w:p w14:paraId="513CB8D8" w14:textId="5914D4E9" w:rsidR="002964FB" w:rsidRDefault="00566726" w:rsidP="00B106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B10646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88765B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64521E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</w:t>
            </w:r>
            <w:r w:rsidR="00B10646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F47C54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64521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85747A" w:rsidRPr="009C54AE" w14:paraId="64AAC087" w14:textId="77777777" w:rsidTr="00B10646">
        <w:tc>
          <w:tcPr>
            <w:tcW w:w="1418" w:type="dxa"/>
          </w:tcPr>
          <w:p w14:paraId="1606F09D" w14:textId="77777777" w:rsidR="0085747A" w:rsidRPr="009C54AE" w:rsidRDefault="008473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964F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379" w:type="dxa"/>
          </w:tcPr>
          <w:p w14:paraId="23497F58" w14:textId="77777777" w:rsidR="00CC3042" w:rsidRDefault="00CC3042" w:rsidP="008473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</w:t>
            </w:r>
            <w:r w:rsidR="008473CD">
              <w:rPr>
                <w:rFonts w:ascii="Corbel" w:hAnsi="Corbel"/>
                <w:b w:val="0"/>
                <w:smallCaps w:val="0"/>
                <w:szCs w:val="24"/>
              </w:rPr>
              <w:t xml:space="preserve"> wartościować dokonania twórcze </w:t>
            </w:r>
          </w:p>
          <w:p w14:paraId="55A7114F" w14:textId="77777777" w:rsidR="0085747A" w:rsidRPr="009C54AE" w:rsidRDefault="008473CD" w:rsidP="008473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zakresie podróżopisarstwa </w:t>
            </w:r>
          </w:p>
        </w:tc>
        <w:tc>
          <w:tcPr>
            <w:tcW w:w="1873" w:type="dxa"/>
          </w:tcPr>
          <w:p w14:paraId="054FE256" w14:textId="77777777" w:rsidR="0085747A" w:rsidRPr="009C54AE" w:rsidRDefault="00CC3042" w:rsidP="00CC30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05A8D9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A26C4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9C54AE">
        <w:rPr>
          <w:rFonts w:ascii="Corbel" w:hAnsi="Corbel"/>
          <w:sz w:val="24"/>
          <w:szCs w:val="24"/>
        </w:rPr>
        <w:t>(</w:t>
      </w:r>
      <w:r w:rsidR="001D7B54" w:rsidRPr="009C54AE">
        <w:rPr>
          <w:rFonts w:ascii="Corbel" w:hAnsi="Corbel"/>
          <w:i/>
          <w:sz w:val="24"/>
          <w:szCs w:val="24"/>
        </w:rPr>
        <w:t>wypełnia koordynator)</w:t>
      </w:r>
    </w:p>
    <w:p w14:paraId="272089F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65A1FC7" w14:textId="77777777" w:rsidR="00B10646" w:rsidRDefault="00B10646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A81D49B" w14:textId="77777777" w:rsidR="00675843" w:rsidRPr="009C54AE" w:rsidRDefault="00CF357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nie dotyczy</w:t>
      </w:r>
    </w:p>
    <w:p w14:paraId="11C62AC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A64FB4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F088F7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0FC8A57" w14:textId="77777777" w:rsidTr="00E96ABA">
        <w:tc>
          <w:tcPr>
            <w:tcW w:w="9639" w:type="dxa"/>
            <w:shd w:val="clear" w:color="auto" w:fill="D9D9D9"/>
          </w:tcPr>
          <w:p w14:paraId="567566F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D4FCAE5" w14:textId="77777777" w:rsidTr="00923D7D">
        <w:tc>
          <w:tcPr>
            <w:tcW w:w="9639" w:type="dxa"/>
          </w:tcPr>
          <w:p w14:paraId="23541FAC" w14:textId="77777777" w:rsidR="0085747A" w:rsidRPr="009C54AE" w:rsidRDefault="00CC3042" w:rsidP="00CC304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Geneza i ewolucja literatury podróżniczej – 2 godz.</w:t>
            </w:r>
          </w:p>
        </w:tc>
      </w:tr>
      <w:tr w:rsidR="0085747A" w:rsidRPr="009C54AE" w14:paraId="70A477AF" w14:textId="77777777" w:rsidTr="00923D7D">
        <w:tc>
          <w:tcPr>
            <w:tcW w:w="9639" w:type="dxa"/>
          </w:tcPr>
          <w:p w14:paraId="2927A2FC" w14:textId="77777777" w:rsidR="0085747A" w:rsidRPr="009C54AE" w:rsidRDefault="00CC3042" w:rsidP="00CC304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Geopoetyka jako orientacja badawcza – 2 godz. </w:t>
            </w:r>
          </w:p>
        </w:tc>
      </w:tr>
      <w:tr w:rsidR="0085747A" w:rsidRPr="009C54AE" w14:paraId="6E110850" w14:textId="77777777" w:rsidTr="00923D7D">
        <w:tc>
          <w:tcPr>
            <w:tcW w:w="9639" w:type="dxa"/>
          </w:tcPr>
          <w:p w14:paraId="7090621E" w14:textId="77777777" w:rsidR="0085747A" w:rsidRPr="009C54AE" w:rsidRDefault="00CC3042" w:rsidP="00CC304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Przestrzeń, miejsce, poetyka migracji –</w:t>
            </w:r>
            <w:r w:rsidR="00CF3573">
              <w:rPr>
                <w:rFonts w:ascii="Corbel" w:hAnsi="Corbel"/>
                <w:sz w:val="24"/>
                <w:szCs w:val="24"/>
              </w:rPr>
              <w:t xml:space="preserve"> 4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C3042" w:rsidRPr="009C54AE" w14:paraId="1F95ACBA" w14:textId="77777777" w:rsidTr="00923D7D">
        <w:tc>
          <w:tcPr>
            <w:tcW w:w="9639" w:type="dxa"/>
          </w:tcPr>
          <w:p w14:paraId="1E78E92A" w14:textId="77777777" w:rsidR="00CC3042" w:rsidRPr="009C54AE" w:rsidRDefault="00B10D65" w:rsidP="00B10D65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Sztuka podróżowania – 2 godz.</w:t>
            </w:r>
          </w:p>
        </w:tc>
      </w:tr>
      <w:tr w:rsidR="00CC3042" w:rsidRPr="009C54AE" w14:paraId="22798A5D" w14:textId="77777777" w:rsidTr="00923D7D">
        <w:tc>
          <w:tcPr>
            <w:tcW w:w="9639" w:type="dxa"/>
          </w:tcPr>
          <w:p w14:paraId="4C102573" w14:textId="77777777" w:rsidR="00CC3042" w:rsidRPr="009C54AE" w:rsidRDefault="00CF3573" w:rsidP="00B10D65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Poetyckie mity podróży</w:t>
            </w:r>
            <w:r w:rsidR="004E14E2">
              <w:rPr>
                <w:rFonts w:ascii="Corbel" w:hAnsi="Corbel"/>
                <w:sz w:val="24"/>
                <w:szCs w:val="24"/>
              </w:rPr>
              <w:t xml:space="preserve"> </w:t>
            </w:r>
            <w:r w:rsidR="00B10D65">
              <w:rPr>
                <w:rFonts w:ascii="Corbel" w:hAnsi="Corbel"/>
                <w:sz w:val="24"/>
                <w:szCs w:val="24"/>
              </w:rPr>
              <w:t xml:space="preserve">– 2 godz. </w:t>
            </w:r>
          </w:p>
        </w:tc>
      </w:tr>
      <w:tr w:rsidR="00B10D65" w:rsidRPr="009C54AE" w14:paraId="2F449377" w14:textId="77777777" w:rsidTr="00923D7D">
        <w:tc>
          <w:tcPr>
            <w:tcW w:w="9639" w:type="dxa"/>
          </w:tcPr>
          <w:p w14:paraId="2BBDE69B" w14:textId="77777777" w:rsidR="00B10D65" w:rsidRDefault="00CF3573" w:rsidP="00B10D65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Proza podróżna – 4 godz.</w:t>
            </w:r>
          </w:p>
        </w:tc>
      </w:tr>
      <w:tr w:rsidR="00B10D65" w:rsidRPr="009C54AE" w14:paraId="68DED823" w14:textId="77777777" w:rsidTr="00923D7D">
        <w:tc>
          <w:tcPr>
            <w:tcW w:w="9639" w:type="dxa"/>
          </w:tcPr>
          <w:p w14:paraId="74D9F6D2" w14:textId="77777777" w:rsidR="00B10D65" w:rsidRDefault="00CF3573" w:rsidP="00B10D65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Esej i dziennik z podróży – </w:t>
            </w:r>
            <w:r w:rsidR="00B10D65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CC3042" w:rsidRPr="009C54AE" w14:paraId="2937F545" w14:textId="77777777" w:rsidTr="00923D7D">
        <w:tc>
          <w:tcPr>
            <w:tcW w:w="9639" w:type="dxa"/>
          </w:tcPr>
          <w:p w14:paraId="4816AEAD" w14:textId="77777777" w:rsidR="00CC3042" w:rsidRPr="009C54AE" w:rsidRDefault="00CF3573" w:rsidP="00CF357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Nomadyzm turystyczny – 2 godz.</w:t>
            </w:r>
          </w:p>
        </w:tc>
      </w:tr>
    </w:tbl>
    <w:p w14:paraId="62C92A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6CEFE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03BA6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8120DB" w14:textId="77777777" w:rsidR="00B10646" w:rsidRDefault="004E14E2" w:rsidP="00B10646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Analiza tekstów z dyskusją, </w:t>
      </w:r>
    </w:p>
    <w:p w14:paraId="13D64435" w14:textId="77777777" w:rsidR="00B10646" w:rsidRDefault="004E14E2" w:rsidP="00B10646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prezentacje</w:t>
      </w:r>
      <w:r w:rsidR="009307B8">
        <w:rPr>
          <w:rFonts w:ascii="Corbel" w:hAnsi="Corbel"/>
          <w:b w:val="0"/>
          <w:smallCaps w:val="0"/>
          <w:szCs w:val="24"/>
        </w:rPr>
        <w:t xml:space="preserve"> multimedialne</w:t>
      </w:r>
      <w:r w:rsidR="00636546">
        <w:rPr>
          <w:rFonts w:ascii="Corbel" w:hAnsi="Corbel"/>
          <w:b w:val="0"/>
          <w:smallCaps w:val="0"/>
          <w:szCs w:val="24"/>
        </w:rPr>
        <w:t xml:space="preserve">, </w:t>
      </w:r>
    </w:p>
    <w:p w14:paraId="1E036625" w14:textId="77777777" w:rsidR="004E14E2" w:rsidRDefault="00636546" w:rsidP="00B10646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metoda problemowa</w:t>
      </w:r>
    </w:p>
    <w:p w14:paraId="03725876" w14:textId="77777777" w:rsidR="004E14E2" w:rsidRPr="009C54AE" w:rsidRDefault="004E14E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B8512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E0D238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19936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05393662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5812"/>
        <w:gridCol w:w="2126"/>
      </w:tblGrid>
      <w:tr w:rsidR="00B10646" w:rsidRPr="00B10646" w14:paraId="646B88F4" w14:textId="77777777" w:rsidTr="00B1064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EE7FE27" w14:textId="77777777" w:rsidR="00B10646" w:rsidRPr="00B10646" w:rsidRDefault="00B10646" w:rsidP="00B106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064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50E12FC" w14:textId="77777777" w:rsidR="00B10646" w:rsidRPr="00B10646" w:rsidRDefault="00B10646" w:rsidP="00B106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06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7FB07EB" w14:textId="77777777" w:rsidR="00B10646" w:rsidRPr="00B10646" w:rsidRDefault="00B10646" w:rsidP="00B106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0646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85747A" w:rsidRPr="00B10646" w14:paraId="0FBE100B" w14:textId="77777777" w:rsidTr="00B10646">
        <w:tc>
          <w:tcPr>
            <w:tcW w:w="1701" w:type="dxa"/>
          </w:tcPr>
          <w:p w14:paraId="0C71D687" w14:textId="77777777" w:rsidR="0085747A" w:rsidRPr="00B10646" w:rsidRDefault="00D2127A" w:rsidP="00B106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0646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1064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B10646">
              <w:rPr>
                <w:rFonts w:ascii="Corbel" w:hAnsi="Corbel"/>
                <w:b w:val="0"/>
                <w:smallCaps w:val="0"/>
                <w:szCs w:val="24"/>
              </w:rPr>
              <w:t>_ 01</w:t>
            </w:r>
          </w:p>
        </w:tc>
        <w:tc>
          <w:tcPr>
            <w:tcW w:w="5812" w:type="dxa"/>
          </w:tcPr>
          <w:p w14:paraId="063FC360" w14:textId="77777777" w:rsidR="00CD1E39" w:rsidRPr="00B10646" w:rsidRDefault="00CD1E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06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OCENIANIE FORMATYWNE (BIEŻĄCE): ocena wypowiedzi na zajęciach, </w:t>
            </w:r>
            <w:r w:rsidR="00B106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podczas</w:t>
            </w:r>
            <w:r w:rsidRPr="00B106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konsultacji</w:t>
            </w:r>
          </w:p>
          <w:p w14:paraId="5736F48B" w14:textId="77777777" w:rsidR="0085747A" w:rsidRPr="00B10646" w:rsidRDefault="00CD1E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06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w czasie dyskusji</w:t>
            </w:r>
          </w:p>
        </w:tc>
        <w:tc>
          <w:tcPr>
            <w:tcW w:w="2126" w:type="dxa"/>
          </w:tcPr>
          <w:p w14:paraId="72505AF3" w14:textId="77777777" w:rsidR="0085747A" w:rsidRPr="00B10646" w:rsidRDefault="00D212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06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2127A" w:rsidRPr="00B10646" w14:paraId="03DFB512" w14:textId="77777777" w:rsidTr="00B10646">
        <w:tc>
          <w:tcPr>
            <w:tcW w:w="1701" w:type="dxa"/>
          </w:tcPr>
          <w:p w14:paraId="097A41E7" w14:textId="77777777" w:rsidR="00D2127A" w:rsidRPr="00B10646" w:rsidRDefault="00B106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D2127A" w:rsidRPr="00B10646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812" w:type="dxa"/>
          </w:tcPr>
          <w:p w14:paraId="323EEE78" w14:textId="77777777" w:rsidR="00D2127A" w:rsidRPr="00B10646" w:rsidRDefault="00CD1E39" w:rsidP="00B106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0646">
              <w:rPr>
                <w:rFonts w:ascii="Corbel" w:hAnsi="Corbel"/>
                <w:b w:val="0"/>
                <w:smallCaps w:val="0"/>
                <w:szCs w:val="24"/>
              </w:rPr>
              <w:t>Ocena bieżąca indywidualnych wystąpi</w:t>
            </w:r>
            <w:r w:rsidR="00E0549B" w:rsidRPr="00B10646">
              <w:rPr>
                <w:rFonts w:ascii="Corbel" w:hAnsi="Corbel"/>
                <w:b w:val="0"/>
                <w:smallCaps w:val="0"/>
                <w:szCs w:val="24"/>
              </w:rPr>
              <w:t>eń studentów/ głosów w dyskusji</w:t>
            </w:r>
            <w:r w:rsidRPr="00B10646">
              <w:rPr>
                <w:rFonts w:ascii="Corbel" w:hAnsi="Corbel"/>
                <w:b w:val="0"/>
                <w:smallCaps w:val="0"/>
                <w:szCs w:val="24"/>
              </w:rPr>
              <w:t>, ocena Podsumowująca (</w:t>
            </w:r>
            <w:r w:rsidR="00B10646">
              <w:rPr>
                <w:rFonts w:ascii="Corbel" w:hAnsi="Corbel"/>
                <w:b w:val="0"/>
                <w:smallCaps w:val="0"/>
                <w:szCs w:val="24"/>
              </w:rPr>
              <w:t>dotyczy pracy pisemnej w formie eseju</w:t>
            </w:r>
            <w:r w:rsidRPr="00B1064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2126" w:type="dxa"/>
          </w:tcPr>
          <w:p w14:paraId="334F4A3C" w14:textId="77777777" w:rsidR="00D2127A" w:rsidRPr="00B10646" w:rsidRDefault="00D2127A" w:rsidP="00B93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06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2127A" w:rsidRPr="00B10646" w14:paraId="07382058" w14:textId="77777777" w:rsidTr="00B10646">
        <w:tc>
          <w:tcPr>
            <w:tcW w:w="1701" w:type="dxa"/>
          </w:tcPr>
          <w:p w14:paraId="38321BC7" w14:textId="77777777" w:rsidR="00D2127A" w:rsidRPr="00B10646" w:rsidRDefault="00B106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D2127A" w:rsidRPr="00B10646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812" w:type="dxa"/>
          </w:tcPr>
          <w:p w14:paraId="75606985" w14:textId="77777777" w:rsidR="00D2127A" w:rsidRPr="00B10646" w:rsidRDefault="00CD1E39" w:rsidP="00B106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0646">
              <w:rPr>
                <w:rFonts w:ascii="Corbel" w:hAnsi="Corbel"/>
                <w:b w:val="0"/>
                <w:smallCaps w:val="0"/>
                <w:szCs w:val="24"/>
              </w:rPr>
              <w:t xml:space="preserve">Obserwacja ciągła w czasie zajęć </w:t>
            </w:r>
            <w:r w:rsidR="00B10646">
              <w:rPr>
                <w:rFonts w:ascii="Corbel" w:hAnsi="Corbel"/>
                <w:b w:val="0"/>
                <w:smallCaps w:val="0"/>
                <w:szCs w:val="24"/>
              </w:rPr>
              <w:t>i podczas</w:t>
            </w:r>
            <w:r w:rsidRPr="00B1064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0549B" w:rsidRPr="00B10646">
              <w:rPr>
                <w:rFonts w:ascii="Corbel" w:hAnsi="Corbel"/>
                <w:b w:val="0"/>
                <w:smallCaps w:val="0"/>
                <w:szCs w:val="24"/>
              </w:rPr>
              <w:t>konsultacji</w:t>
            </w:r>
            <w:r w:rsidR="00B10646">
              <w:rPr>
                <w:rFonts w:ascii="Corbel" w:hAnsi="Corbel"/>
                <w:b w:val="0"/>
                <w:smallCaps w:val="0"/>
                <w:szCs w:val="24"/>
              </w:rPr>
              <w:t>,  ocena p</w:t>
            </w:r>
            <w:r w:rsidRPr="00B10646">
              <w:rPr>
                <w:rFonts w:ascii="Corbel" w:hAnsi="Corbel"/>
                <w:b w:val="0"/>
                <w:smallCaps w:val="0"/>
                <w:szCs w:val="24"/>
              </w:rPr>
              <w:t xml:space="preserve">odsumowująca </w:t>
            </w:r>
            <w:r w:rsidR="00B10646" w:rsidRPr="00B1064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10646">
              <w:rPr>
                <w:rFonts w:ascii="Corbel" w:hAnsi="Corbel"/>
                <w:b w:val="0"/>
                <w:smallCaps w:val="0"/>
                <w:szCs w:val="24"/>
              </w:rPr>
              <w:t>dotyczy pracy pisemnej w formie eseju</w:t>
            </w:r>
            <w:r w:rsidR="00B10646" w:rsidRPr="00B1064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2126" w:type="dxa"/>
          </w:tcPr>
          <w:p w14:paraId="0EBD176B" w14:textId="77777777" w:rsidR="00D2127A" w:rsidRPr="00B10646" w:rsidRDefault="00D212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06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F3D737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8439A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2A3D0A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CB81213" w14:textId="77777777" w:rsidTr="00923D7D">
        <w:tc>
          <w:tcPr>
            <w:tcW w:w="9670" w:type="dxa"/>
          </w:tcPr>
          <w:p w14:paraId="218921A4" w14:textId="77777777" w:rsidR="009307B8" w:rsidRPr="00B10646" w:rsidRDefault="009307B8" w:rsidP="009307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0646">
              <w:rPr>
                <w:rFonts w:ascii="Corbel" w:hAnsi="Corbel"/>
                <w:b w:val="0"/>
                <w:smallCaps w:val="0"/>
                <w:szCs w:val="24"/>
              </w:rPr>
              <w:t>Warunkiem zaliczenia przedmiot</w:t>
            </w:r>
            <w:r w:rsidR="007E7598" w:rsidRPr="00B10646">
              <w:rPr>
                <w:rFonts w:ascii="Corbel" w:hAnsi="Corbel"/>
                <w:b w:val="0"/>
                <w:smallCaps w:val="0"/>
                <w:szCs w:val="24"/>
              </w:rPr>
              <w:t>u jest czynny udział w Ćwiczeniach</w:t>
            </w:r>
            <w:r w:rsidRPr="00B10646">
              <w:rPr>
                <w:rFonts w:ascii="Corbel" w:hAnsi="Corbel"/>
                <w:b w:val="0"/>
                <w:smallCaps w:val="0"/>
                <w:szCs w:val="24"/>
              </w:rPr>
              <w:t xml:space="preserve"> (dopuszcza się jedną nieusprawiedliwioną nieobecno</w:t>
            </w:r>
            <w:r w:rsidR="007E7598" w:rsidRPr="00B10646">
              <w:rPr>
                <w:rFonts w:ascii="Corbel" w:hAnsi="Corbel"/>
                <w:b w:val="0"/>
                <w:smallCaps w:val="0"/>
                <w:szCs w:val="24"/>
              </w:rPr>
              <w:t>ść), przygotowywanie się do zajęć</w:t>
            </w:r>
            <w:r w:rsidRPr="00B10646">
              <w:rPr>
                <w:rFonts w:ascii="Corbel" w:hAnsi="Corbel"/>
                <w:b w:val="0"/>
                <w:smallCaps w:val="0"/>
                <w:szCs w:val="24"/>
              </w:rPr>
              <w:t xml:space="preserve"> (czytanie utworów, studiowanie literatury przedmiotu), napisanie eseju</w:t>
            </w:r>
          </w:p>
          <w:p w14:paraId="24DC4B2D" w14:textId="77777777" w:rsidR="009307B8" w:rsidRPr="00B10646" w:rsidRDefault="009307B8" w:rsidP="009307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23CB279" w14:textId="77777777" w:rsidR="009307B8" w:rsidRPr="007E7598" w:rsidRDefault="009307B8" w:rsidP="009307B8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E7598">
              <w:rPr>
                <w:rFonts w:ascii="Corbel" w:eastAsia="Times New Roman" w:hAnsi="Corbel"/>
                <w:sz w:val="24"/>
                <w:szCs w:val="24"/>
                <w:lang w:eastAsia="pl-PL"/>
              </w:rPr>
              <w:t>Ocena łączna z aktywności na zajęciach, pracy analitycznej</w:t>
            </w:r>
            <w:r w:rsidR="00E0549B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7E759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pracy pisemnej:</w:t>
            </w:r>
          </w:p>
          <w:p w14:paraId="5D979D7A" w14:textId="77777777" w:rsidR="009307B8" w:rsidRPr="007E7598" w:rsidRDefault="009307B8" w:rsidP="009307B8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E7598">
              <w:rPr>
                <w:rFonts w:ascii="Corbel" w:eastAsia="Times New Roman" w:hAnsi="Corbel"/>
                <w:sz w:val="24"/>
                <w:szCs w:val="24"/>
                <w:lang w:eastAsia="pl-PL"/>
              </w:rPr>
              <w:t>- analiza tekstów: 40% oceny na zaliczenie</w:t>
            </w:r>
            <w:r w:rsidR="0016326F" w:rsidRPr="007E759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</w:t>
            </w:r>
            <w:r w:rsidR="0016326F" w:rsidRPr="007E7598">
              <w:rPr>
                <w:rFonts w:ascii="Corbel" w:hAnsi="Corbel"/>
              </w:rPr>
              <w:t>weryfikuje wszystkie efekty kształcenia)</w:t>
            </w:r>
            <w:r w:rsidR="00175EC3">
              <w:rPr>
                <w:rFonts w:ascii="Corbel" w:hAnsi="Corbel"/>
              </w:rPr>
              <w:t>,</w:t>
            </w:r>
          </w:p>
          <w:p w14:paraId="1C814324" w14:textId="77777777" w:rsidR="009307B8" w:rsidRPr="007E7598" w:rsidRDefault="009307B8" w:rsidP="009307B8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E7598">
              <w:rPr>
                <w:rFonts w:ascii="Corbel" w:eastAsia="Times New Roman" w:hAnsi="Corbel"/>
                <w:sz w:val="24"/>
                <w:szCs w:val="24"/>
                <w:lang w:eastAsia="pl-PL"/>
              </w:rPr>
              <w:t>- aktywny udział w zajęciach – 30% oceny na zaliczenie</w:t>
            </w:r>
            <w:r w:rsidR="0016326F" w:rsidRPr="007E759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</w:t>
            </w:r>
            <w:r w:rsidR="0016326F" w:rsidRPr="007E7598">
              <w:rPr>
                <w:rFonts w:ascii="Corbel" w:hAnsi="Corbel"/>
              </w:rPr>
              <w:t>weryfikuje wszystkie efekty kształcenia)</w:t>
            </w:r>
            <w:r w:rsidR="00175EC3">
              <w:rPr>
                <w:rFonts w:ascii="Corbel" w:hAnsi="Corbel"/>
              </w:rPr>
              <w:t>,</w:t>
            </w:r>
          </w:p>
          <w:p w14:paraId="25F96C2F" w14:textId="77777777" w:rsidR="0085747A" w:rsidRPr="00B10646" w:rsidRDefault="009307B8" w:rsidP="009307B8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E7598">
              <w:rPr>
                <w:rFonts w:ascii="Corbel" w:eastAsia="Times New Roman" w:hAnsi="Corbel"/>
                <w:sz w:val="24"/>
                <w:szCs w:val="24"/>
                <w:lang w:eastAsia="pl-PL"/>
              </w:rPr>
              <w:t>- napisanie pracy pisemnej (eseju)  - 30% oceny na zaliczenie</w:t>
            </w:r>
            <w:r w:rsidR="0016326F" w:rsidRPr="007E7598">
              <w:rPr>
                <w:rFonts w:ascii="Corbel" w:hAnsi="Corbel"/>
              </w:rPr>
              <w:t xml:space="preserve"> (weryfikuje wszystkie efekty kształcenia).</w:t>
            </w:r>
          </w:p>
        </w:tc>
      </w:tr>
    </w:tbl>
    <w:p w14:paraId="6C9A5C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D3403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B54A8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5A47A9C" w14:textId="77777777" w:rsidTr="00E96ABA">
        <w:tc>
          <w:tcPr>
            <w:tcW w:w="4962" w:type="dxa"/>
            <w:shd w:val="clear" w:color="auto" w:fill="D9D9D9"/>
            <w:vAlign w:val="center"/>
          </w:tcPr>
          <w:p w14:paraId="59C1A09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shd w:val="clear" w:color="auto" w:fill="D9D9D9"/>
            <w:vAlign w:val="center"/>
          </w:tcPr>
          <w:p w14:paraId="743BCFE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0E09DC2" w14:textId="77777777" w:rsidTr="00923D7D">
        <w:tc>
          <w:tcPr>
            <w:tcW w:w="4962" w:type="dxa"/>
          </w:tcPr>
          <w:p w14:paraId="02007F7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E0549B">
              <w:rPr>
                <w:rFonts w:ascii="Corbel" w:hAnsi="Corbel"/>
                <w:sz w:val="24"/>
                <w:szCs w:val="24"/>
              </w:rPr>
              <w:t xml:space="preserve">z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planu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82725C3" w14:textId="77777777" w:rsidR="0085747A" w:rsidRPr="009C54AE" w:rsidRDefault="004E14E2" w:rsidP="004E14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 godz.</w:t>
            </w:r>
          </w:p>
        </w:tc>
      </w:tr>
      <w:tr w:rsidR="00C61DC5" w:rsidRPr="009C54AE" w14:paraId="6C07C0FE" w14:textId="77777777" w:rsidTr="00923D7D">
        <w:tc>
          <w:tcPr>
            <w:tcW w:w="4962" w:type="dxa"/>
          </w:tcPr>
          <w:p w14:paraId="0410E5E2" w14:textId="77777777" w:rsidR="00C61DC5" w:rsidRPr="00566726" w:rsidRDefault="005667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6726">
              <w:rPr>
                <w:rFonts w:ascii="Corbel" w:hAnsi="Corbel"/>
                <w:sz w:val="24"/>
                <w:szCs w:val="24"/>
              </w:rPr>
              <w:t>U</w:t>
            </w:r>
            <w:r w:rsidR="00C61DC5" w:rsidRPr="00566726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677" w:type="dxa"/>
          </w:tcPr>
          <w:p w14:paraId="174FD0BE" w14:textId="77777777" w:rsidR="00C61DC5" w:rsidRPr="009C54AE" w:rsidRDefault="004E14E2" w:rsidP="004E14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godz.</w:t>
            </w:r>
          </w:p>
        </w:tc>
      </w:tr>
      <w:tr w:rsidR="00C61DC5" w:rsidRPr="009C54AE" w14:paraId="3E707206" w14:textId="77777777" w:rsidTr="00923D7D">
        <w:tc>
          <w:tcPr>
            <w:tcW w:w="4962" w:type="dxa"/>
          </w:tcPr>
          <w:p w14:paraId="0083C46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</w:t>
            </w:r>
            <w:r w:rsidR="00566726">
              <w:rPr>
                <w:rFonts w:ascii="Corbel" w:hAnsi="Corbel"/>
                <w:sz w:val="24"/>
                <w:szCs w:val="24"/>
              </w:rPr>
              <w:t>a</w:t>
            </w:r>
          </w:p>
        </w:tc>
        <w:tc>
          <w:tcPr>
            <w:tcW w:w="4677" w:type="dxa"/>
          </w:tcPr>
          <w:p w14:paraId="5A12DEF6" w14:textId="77777777" w:rsidR="00C61DC5" w:rsidRDefault="00CF3573" w:rsidP="00CF35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</w:t>
            </w:r>
            <w:r w:rsidR="004E14E2">
              <w:rPr>
                <w:rFonts w:ascii="Corbel" w:hAnsi="Corbel"/>
                <w:sz w:val="24"/>
                <w:szCs w:val="24"/>
              </w:rPr>
              <w:t xml:space="preserve">10 </w:t>
            </w:r>
            <w:r>
              <w:rPr>
                <w:rFonts w:ascii="Corbel" w:hAnsi="Corbel"/>
                <w:sz w:val="24"/>
                <w:szCs w:val="24"/>
              </w:rPr>
              <w:t xml:space="preserve">godz. </w:t>
            </w:r>
            <w:r w:rsidR="004E14E2">
              <w:rPr>
                <w:rFonts w:ascii="Corbel" w:hAnsi="Corbel"/>
                <w:sz w:val="24"/>
                <w:szCs w:val="24"/>
              </w:rPr>
              <w:t>(samokształcenie)</w:t>
            </w:r>
          </w:p>
          <w:p w14:paraId="21007603" w14:textId="77777777" w:rsidR="004E14E2" w:rsidRDefault="00CF3573" w:rsidP="004E14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</w:t>
            </w:r>
            <w:r w:rsidR="00566726">
              <w:rPr>
                <w:rFonts w:ascii="Corbel" w:hAnsi="Corbel"/>
                <w:sz w:val="24"/>
                <w:szCs w:val="24"/>
              </w:rPr>
              <w:t xml:space="preserve">20 godz. - czytanie tekstów </w:t>
            </w:r>
          </w:p>
          <w:p w14:paraId="29BC0C96" w14:textId="77777777" w:rsidR="004E14E2" w:rsidRDefault="00CF3573" w:rsidP="004E14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</w:t>
            </w:r>
            <w:r w:rsidR="004E14E2">
              <w:rPr>
                <w:rFonts w:ascii="Corbel" w:hAnsi="Corbel"/>
                <w:sz w:val="24"/>
                <w:szCs w:val="24"/>
              </w:rPr>
              <w:t>10 godz. – przygotowanie do zajęć</w:t>
            </w:r>
          </w:p>
          <w:p w14:paraId="2E3B9283" w14:textId="77777777" w:rsidR="004E14E2" w:rsidRPr="009C54AE" w:rsidRDefault="004E14E2" w:rsidP="004E14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 godz. – napisanie eseju</w:t>
            </w:r>
          </w:p>
        </w:tc>
      </w:tr>
      <w:tr w:rsidR="0085747A" w:rsidRPr="009C54AE" w14:paraId="4212A262" w14:textId="77777777" w:rsidTr="00923D7D">
        <w:tc>
          <w:tcPr>
            <w:tcW w:w="4962" w:type="dxa"/>
          </w:tcPr>
          <w:p w14:paraId="7AD3202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0846490" w14:textId="77777777" w:rsidR="0085747A" w:rsidRPr="009C54AE" w:rsidRDefault="004E14E2" w:rsidP="004E14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BF9A864" w14:textId="77777777" w:rsidTr="00923D7D">
        <w:tc>
          <w:tcPr>
            <w:tcW w:w="4962" w:type="dxa"/>
          </w:tcPr>
          <w:p w14:paraId="5FEC5AA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95F66DB" w14:textId="77777777" w:rsidR="0085747A" w:rsidRPr="009C54AE" w:rsidRDefault="004E14E2" w:rsidP="004E14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3BDCD1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37186C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E5A2CAC" w14:textId="77777777" w:rsidTr="0071620A">
        <w:trPr>
          <w:trHeight w:val="397"/>
        </w:trPr>
        <w:tc>
          <w:tcPr>
            <w:tcW w:w="3544" w:type="dxa"/>
          </w:tcPr>
          <w:p w14:paraId="754C6C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FEDBC36" w14:textId="77777777" w:rsidR="0085747A" w:rsidRPr="009C54AE" w:rsidRDefault="009307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7E9CA976" w14:textId="77777777" w:rsidTr="0071620A">
        <w:trPr>
          <w:trHeight w:val="397"/>
        </w:trPr>
        <w:tc>
          <w:tcPr>
            <w:tcW w:w="3544" w:type="dxa"/>
          </w:tcPr>
          <w:p w14:paraId="5470A0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FBC873A" w14:textId="77777777" w:rsidR="0085747A" w:rsidRPr="009C54AE" w:rsidRDefault="009307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B1E1B90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143B5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C35D5F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9C54AE" w14:paraId="0C15B1E3" w14:textId="77777777" w:rsidTr="00B10646">
        <w:trPr>
          <w:trHeight w:val="397"/>
        </w:trPr>
        <w:tc>
          <w:tcPr>
            <w:tcW w:w="9498" w:type="dxa"/>
          </w:tcPr>
          <w:p w14:paraId="385D6E1F" w14:textId="77777777" w:rsidR="0085747A" w:rsidRPr="00B106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10646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73566091" w14:textId="77777777" w:rsidR="00604D80" w:rsidRPr="00B10646" w:rsidRDefault="00604D80" w:rsidP="00B10646">
            <w:pPr>
              <w:pStyle w:val="Punktygwne"/>
              <w:spacing w:before="0" w:after="0"/>
              <w:ind w:left="743" w:hanging="743"/>
              <w:rPr>
                <w:rFonts w:ascii="Corbel" w:hAnsi="Corbel"/>
                <w:b w:val="0"/>
                <w:smallCaps w:val="0"/>
                <w:sz w:val="22"/>
              </w:rPr>
            </w:pPr>
            <w:r w:rsidRPr="00B10646">
              <w:rPr>
                <w:rFonts w:ascii="Corbel" w:hAnsi="Corbel"/>
                <w:b w:val="0"/>
                <w:smallCaps w:val="0"/>
                <w:sz w:val="22"/>
              </w:rPr>
              <w:t xml:space="preserve">Kozicka D., </w:t>
            </w:r>
            <w:r w:rsidRPr="00B10646">
              <w:rPr>
                <w:rFonts w:ascii="Corbel" w:hAnsi="Corbel"/>
                <w:b w:val="0"/>
                <w:i/>
                <w:smallCaps w:val="0"/>
                <w:sz w:val="22"/>
              </w:rPr>
              <w:t>Wędrowcy światów prawdziwych. Dwudziestowieczne relacje</w:t>
            </w:r>
            <w:r w:rsidR="00B10646" w:rsidRPr="00B10646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 </w:t>
            </w:r>
            <w:r w:rsidRPr="00B10646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 z podróży, </w:t>
            </w:r>
            <w:r w:rsidRPr="00B10646">
              <w:rPr>
                <w:rFonts w:ascii="Corbel" w:hAnsi="Corbel"/>
                <w:b w:val="0"/>
                <w:smallCaps w:val="0"/>
                <w:sz w:val="22"/>
              </w:rPr>
              <w:t xml:space="preserve">Kraków 2003. </w:t>
            </w:r>
          </w:p>
          <w:p w14:paraId="53C39B8D" w14:textId="77777777" w:rsidR="00CF3573" w:rsidRPr="00B10646" w:rsidRDefault="00CF3573" w:rsidP="00B10646">
            <w:pPr>
              <w:pStyle w:val="Punktygwne"/>
              <w:spacing w:before="0" w:after="0"/>
              <w:ind w:left="743" w:hanging="743"/>
              <w:rPr>
                <w:rFonts w:ascii="Corbel" w:hAnsi="Corbel"/>
                <w:b w:val="0"/>
                <w:smallCaps w:val="0"/>
                <w:sz w:val="22"/>
              </w:rPr>
            </w:pPr>
            <w:r w:rsidRPr="00B10646">
              <w:rPr>
                <w:rFonts w:ascii="Corbel" w:hAnsi="Corbel"/>
                <w:b w:val="0"/>
                <w:i/>
                <w:smallCaps w:val="0"/>
                <w:sz w:val="22"/>
              </w:rPr>
              <w:t>Poetyka migracji. Doświadczenie granic w literaturze polskiej przełomu XX i XXI wieku</w:t>
            </w:r>
            <w:r w:rsidRPr="00B10646">
              <w:rPr>
                <w:rFonts w:ascii="Corbel" w:hAnsi="Corbel"/>
                <w:b w:val="0"/>
                <w:smallCaps w:val="0"/>
                <w:sz w:val="22"/>
              </w:rPr>
              <w:t xml:space="preserve">, pod red. P. Czaplińskiego, </w:t>
            </w:r>
            <w:r w:rsidR="008D77F6" w:rsidRPr="00B10646">
              <w:rPr>
                <w:rFonts w:ascii="Corbel" w:hAnsi="Corbel"/>
                <w:b w:val="0"/>
                <w:smallCaps w:val="0"/>
                <w:sz w:val="22"/>
              </w:rPr>
              <w:t xml:space="preserve">R. </w:t>
            </w:r>
            <w:proofErr w:type="spellStart"/>
            <w:r w:rsidR="008D77F6" w:rsidRPr="00B10646">
              <w:rPr>
                <w:rFonts w:ascii="Corbel" w:hAnsi="Corbel"/>
                <w:b w:val="0"/>
                <w:smallCaps w:val="0"/>
                <w:sz w:val="22"/>
              </w:rPr>
              <w:t>Makarskiej</w:t>
            </w:r>
            <w:proofErr w:type="spellEnd"/>
            <w:r w:rsidR="008D77F6" w:rsidRPr="00B10646">
              <w:rPr>
                <w:rFonts w:ascii="Corbel" w:hAnsi="Corbel"/>
                <w:b w:val="0"/>
                <w:smallCaps w:val="0"/>
                <w:sz w:val="22"/>
              </w:rPr>
              <w:t xml:space="preserve">, M. Tomczok, </w:t>
            </w:r>
            <w:r w:rsidRPr="00B10646">
              <w:rPr>
                <w:rFonts w:ascii="Corbel" w:hAnsi="Corbel"/>
                <w:b w:val="0"/>
                <w:smallCaps w:val="0"/>
                <w:sz w:val="22"/>
              </w:rPr>
              <w:t>Katowice 2013.</w:t>
            </w:r>
          </w:p>
          <w:p w14:paraId="12335A40" w14:textId="77777777" w:rsidR="00E00721" w:rsidRPr="00B10646" w:rsidRDefault="00E00721" w:rsidP="00B10646">
            <w:pPr>
              <w:pStyle w:val="Tekstprzypisudolnego"/>
              <w:ind w:left="743" w:hanging="743"/>
              <w:jc w:val="both"/>
              <w:rPr>
                <w:rFonts w:ascii="Corbel" w:hAnsi="Corbel"/>
                <w:i/>
                <w:sz w:val="22"/>
                <w:szCs w:val="22"/>
                <w:lang w:val="pl-PL"/>
              </w:rPr>
            </w:pPr>
            <w:r w:rsidRPr="00B10646">
              <w:rPr>
                <w:rFonts w:ascii="Corbel" w:hAnsi="Corbel"/>
                <w:sz w:val="22"/>
                <w:szCs w:val="22"/>
              </w:rPr>
              <w:t>Rybicka</w:t>
            </w:r>
            <w:r w:rsidR="00CF3573" w:rsidRPr="00B10646">
              <w:rPr>
                <w:rFonts w:ascii="Corbel" w:hAnsi="Corbel"/>
                <w:sz w:val="22"/>
                <w:szCs w:val="22"/>
                <w:lang w:val="pl-PL"/>
              </w:rPr>
              <w:t xml:space="preserve"> E.</w:t>
            </w:r>
            <w:r w:rsidRPr="00B10646">
              <w:rPr>
                <w:rFonts w:ascii="Corbel" w:hAnsi="Corbel"/>
                <w:sz w:val="22"/>
                <w:szCs w:val="22"/>
              </w:rPr>
              <w:t xml:space="preserve">, </w:t>
            </w:r>
            <w:r w:rsidRPr="00B10646">
              <w:rPr>
                <w:rFonts w:ascii="Corbel" w:hAnsi="Corbel"/>
                <w:i/>
                <w:sz w:val="22"/>
                <w:szCs w:val="22"/>
              </w:rPr>
              <w:t>Geopoetyka. Przestrzeń i miejsce we współczesnych teoriach i praktykach literackich</w:t>
            </w:r>
            <w:r w:rsidRPr="00B10646">
              <w:rPr>
                <w:rFonts w:ascii="Corbel" w:hAnsi="Corbel"/>
                <w:sz w:val="22"/>
                <w:szCs w:val="22"/>
              </w:rPr>
              <w:t>, Kraków 2014;</w:t>
            </w:r>
            <w:r w:rsidRPr="00B10646">
              <w:rPr>
                <w:rFonts w:ascii="Corbel" w:hAnsi="Corbel"/>
                <w:i/>
                <w:sz w:val="22"/>
                <w:szCs w:val="22"/>
              </w:rPr>
              <w:t xml:space="preserve">  </w:t>
            </w:r>
          </w:p>
          <w:p w14:paraId="5719FD8D" w14:textId="77777777" w:rsidR="009307B8" w:rsidRPr="00B10646" w:rsidRDefault="00CD1E39" w:rsidP="00B10646">
            <w:pPr>
              <w:pStyle w:val="Punktygwne"/>
              <w:spacing w:before="0" w:after="0"/>
              <w:ind w:left="743" w:hanging="743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1064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Tarnowska</w:t>
            </w:r>
            <w:r w:rsidR="00604D80" w:rsidRPr="00B1064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B.</w:t>
            </w:r>
            <w:r w:rsidRPr="00B1064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="00604D80" w:rsidRPr="00B10646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 xml:space="preserve">Geografia poetycka w powojennej twórczości Czesława Miłosza, </w:t>
            </w:r>
            <w:r w:rsidR="00604D80" w:rsidRPr="00B1064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Olsztyn 1996.</w:t>
            </w:r>
          </w:p>
          <w:p w14:paraId="1B20DBD2" w14:textId="77777777" w:rsidR="00604D80" w:rsidRPr="00B10646" w:rsidRDefault="00604D80" w:rsidP="00B10646">
            <w:pPr>
              <w:pStyle w:val="Punktygwne"/>
              <w:spacing w:before="0" w:after="0"/>
              <w:ind w:left="743" w:hanging="743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1064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Zaworska H., </w:t>
            </w:r>
            <w:r w:rsidRPr="00B10646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 xml:space="preserve">Poetyckie mity podróży w twórczości Jarosława Iwaszkiewicza, Juliana Przybosia i Tadeusza Różewicza, </w:t>
            </w:r>
            <w:r w:rsidRPr="00B1064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Kraków 1980.</w:t>
            </w:r>
          </w:p>
          <w:p w14:paraId="569DD9B6" w14:textId="77777777" w:rsidR="000F60E3" w:rsidRPr="00B10646" w:rsidRDefault="00CF3573" w:rsidP="00CD1E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u w:val="single"/>
              </w:rPr>
            </w:pPr>
            <w:r w:rsidRPr="00B10646">
              <w:rPr>
                <w:rFonts w:ascii="Corbel" w:hAnsi="Corbel"/>
                <w:b w:val="0"/>
                <w:smallCaps w:val="0"/>
                <w:color w:val="000000"/>
                <w:sz w:val="22"/>
                <w:u w:val="single"/>
              </w:rPr>
              <w:t>Utwory do analiz (wybór):</w:t>
            </w:r>
          </w:p>
          <w:p w14:paraId="00B5ED78" w14:textId="77777777" w:rsidR="00CF3573" w:rsidRPr="00B10646" w:rsidRDefault="00CF3573" w:rsidP="00CD1E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1064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Herbert Z., </w:t>
            </w:r>
            <w:r w:rsidRPr="00B10646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Barbarzyńca w ogrodzie</w:t>
            </w:r>
            <w:r w:rsidRPr="00B1064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Wrocław 1995.</w:t>
            </w:r>
          </w:p>
          <w:p w14:paraId="5E63B99B" w14:textId="77777777" w:rsidR="00CF3573" w:rsidRPr="00B10646" w:rsidRDefault="00CF3573" w:rsidP="00CD1E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1064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Iwaszkiewicz J., </w:t>
            </w:r>
            <w:r w:rsidR="002A1396" w:rsidRPr="00B10646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Podróże do Włoch</w:t>
            </w:r>
            <w:r w:rsidR="002A1396" w:rsidRPr="00B1064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="00AF56EC" w:rsidRPr="00B1064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Warszawa 1977.</w:t>
            </w:r>
          </w:p>
          <w:p w14:paraId="32D4652C" w14:textId="77777777" w:rsidR="002A1396" w:rsidRPr="00B10646" w:rsidRDefault="002A1396" w:rsidP="00CD1E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1064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Iwaszkiewicz J., </w:t>
            </w:r>
            <w:r w:rsidRPr="00B10646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Podróże do Polski</w:t>
            </w:r>
            <w:r w:rsidRPr="00B1064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="00AF56EC" w:rsidRPr="00B1064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Warszawa 1977.</w:t>
            </w:r>
          </w:p>
          <w:p w14:paraId="193A2393" w14:textId="77777777" w:rsidR="002A1396" w:rsidRPr="00B10646" w:rsidRDefault="002A1396" w:rsidP="00CD1E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1064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Kapuściński R., </w:t>
            </w:r>
            <w:r w:rsidRPr="00B10646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Imperium</w:t>
            </w:r>
            <w:r w:rsidRPr="00B1064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</w:t>
            </w:r>
            <w:r w:rsidR="00AF56EC" w:rsidRPr="00B1064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Warszawa 1993.</w:t>
            </w:r>
          </w:p>
          <w:p w14:paraId="66738907" w14:textId="77777777" w:rsidR="002A1396" w:rsidRPr="00B10646" w:rsidRDefault="002A1396" w:rsidP="00CD1E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1064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Miłosz Cz., </w:t>
            </w:r>
            <w:r w:rsidRPr="00B10646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 xml:space="preserve">Rodzinna Europa, </w:t>
            </w:r>
            <w:r w:rsidRPr="00B1064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Warszawa 1999,</w:t>
            </w:r>
          </w:p>
          <w:p w14:paraId="795CCE72" w14:textId="77777777" w:rsidR="002A1396" w:rsidRPr="00B10646" w:rsidRDefault="002A1396" w:rsidP="00CD1E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1064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Miłosz Cz., </w:t>
            </w:r>
            <w:r w:rsidRPr="00B10646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 xml:space="preserve">Szukanie ojczyzny, </w:t>
            </w:r>
            <w:r w:rsidRPr="00B1064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Kraków 2000.</w:t>
            </w:r>
          </w:p>
          <w:p w14:paraId="7868E3BF" w14:textId="77777777" w:rsidR="002A1396" w:rsidRPr="00B10646" w:rsidRDefault="002A1396" w:rsidP="00CD1E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1064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Miłosz Cz., </w:t>
            </w:r>
            <w:r w:rsidRPr="00B10646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Widzenia nad Zatoką San Francisco</w:t>
            </w:r>
            <w:r w:rsidRPr="00B1064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Kraków 2000.</w:t>
            </w:r>
          </w:p>
          <w:p w14:paraId="6AF60BCC" w14:textId="77777777" w:rsidR="00AB678D" w:rsidRPr="00B10646" w:rsidRDefault="00AB678D" w:rsidP="00CD1E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1064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Stasiuk A., </w:t>
            </w:r>
            <w:proofErr w:type="spellStart"/>
            <w:r w:rsidRPr="00B10646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Fado</w:t>
            </w:r>
            <w:proofErr w:type="spellEnd"/>
            <w:r w:rsidRPr="00B1064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="00C23005" w:rsidRPr="00B1064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Wołowiec 2006.</w:t>
            </w:r>
          </w:p>
          <w:p w14:paraId="7C2F8339" w14:textId="77777777" w:rsidR="000F60E3" w:rsidRPr="00B10646" w:rsidRDefault="00C23005" w:rsidP="00B10646">
            <w:pPr>
              <w:pStyle w:val="Tekstprzypisudolnego"/>
              <w:ind w:left="743" w:hanging="743"/>
              <w:rPr>
                <w:rFonts w:ascii="Corbel" w:hAnsi="Corbel"/>
                <w:i/>
                <w:sz w:val="22"/>
                <w:szCs w:val="22"/>
              </w:rPr>
            </w:pPr>
            <w:r w:rsidRPr="00B10646">
              <w:rPr>
                <w:rFonts w:ascii="Corbel" w:hAnsi="Corbel"/>
                <w:sz w:val="22"/>
                <w:szCs w:val="22"/>
                <w:lang w:val="pl-PL"/>
              </w:rPr>
              <w:t xml:space="preserve">Stasiuk A., </w:t>
            </w:r>
            <w:r w:rsidRPr="00B10646">
              <w:rPr>
                <w:rFonts w:ascii="Corbel" w:hAnsi="Corbel"/>
                <w:i/>
                <w:sz w:val="22"/>
                <w:szCs w:val="22"/>
                <w:lang w:val="pl-PL"/>
              </w:rPr>
              <w:t xml:space="preserve">Dziennik okrętowy </w:t>
            </w:r>
            <w:r w:rsidR="000F60E3" w:rsidRPr="00B10646">
              <w:rPr>
                <w:rFonts w:ascii="Corbel" w:hAnsi="Corbel"/>
                <w:sz w:val="22"/>
                <w:szCs w:val="22"/>
                <w:lang w:val="pl-PL"/>
              </w:rPr>
              <w:t xml:space="preserve">[w:] </w:t>
            </w:r>
            <w:r w:rsidR="000F60E3" w:rsidRPr="00B10646">
              <w:rPr>
                <w:rFonts w:ascii="Corbel" w:hAnsi="Corbel"/>
                <w:sz w:val="22"/>
                <w:szCs w:val="22"/>
              </w:rPr>
              <w:t xml:space="preserve">J. </w:t>
            </w:r>
            <w:proofErr w:type="spellStart"/>
            <w:r w:rsidR="000F60E3" w:rsidRPr="00B10646">
              <w:rPr>
                <w:rFonts w:ascii="Corbel" w:hAnsi="Corbel"/>
                <w:sz w:val="22"/>
                <w:szCs w:val="22"/>
              </w:rPr>
              <w:t>Andruchowycz</w:t>
            </w:r>
            <w:proofErr w:type="spellEnd"/>
            <w:r w:rsidR="000F60E3" w:rsidRPr="00B10646">
              <w:rPr>
                <w:rFonts w:ascii="Corbel" w:hAnsi="Corbel"/>
                <w:sz w:val="22"/>
                <w:szCs w:val="22"/>
              </w:rPr>
              <w:t xml:space="preserve">, A. Stasiuk, </w:t>
            </w:r>
            <w:r w:rsidR="000F60E3" w:rsidRPr="00B10646">
              <w:rPr>
                <w:rFonts w:ascii="Corbel" w:hAnsi="Corbel"/>
                <w:i/>
                <w:sz w:val="22"/>
                <w:szCs w:val="22"/>
              </w:rPr>
              <w:t>Moja Europa. Dwa eseje o Europie zwanej Środkową</w:t>
            </w:r>
            <w:r w:rsidR="000F60E3" w:rsidRPr="00B10646">
              <w:rPr>
                <w:rFonts w:ascii="Corbel" w:hAnsi="Corbel"/>
                <w:sz w:val="22"/>
                <w:szCs w:val="22"/>
              </w:rPr>
              <w:t xml:space="preserve">, Wołowiec 2000. </w:t>
            </w:r>
            <w:r w:rsidR="000F60E3" w:rsidRPr="00B10646">
              <w:rPr>
                <w:rFonts w:ascii="Corbel" w:hAnsi="Corbel"/>
                <w:i/>
                <w:sz w:val="22"/>
                <w:szCs w:val="22"/>
              </w:rPr>
              <w:t xml:space="preserve"> </w:t>
            </w:r>
          </w:p>
          <w:p w14:paraId="45CA141F" w14:textId="77777777" w:rsidR="00AB678D" w:rsidRPr="00B10646" w:rsidRDefault="00AB678D" w:rsidP="00CD1E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1064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Stasiuk A., </w:t>
            </w:r>
            <w:r w:rsidRPr="00B10646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Opowieści galicyjskie</w:t>
            </w:r>
            <w:r w:rsidRPr="00B1064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="007C5425" w:rsidRPr="00B1064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Kraków 1995.</w:t>
            </w:r>
          </w:p>
          <w:p w14:paraId="7472D12F" w14:textId="77777777" w:rsidR="002A1396" w:rsidRPr="00B10646" w:rsidRDefault="002A1396" w:rsidP="00CD1E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1064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Stasiuk A., </w:t>
            </w:r>
            <w:r w:rsidR="00AB678D" w:rsidRPr="00B10646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Wyspa</w:t>
            </w:r>
            <w:r w:rsidR="00AB678D" w:rsidRPr="00B1064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Wołowiec 2014.</w:t>
            </w:r>
          </w:p>
          <w:p w14:paraId="73CFF5CD" w14:textId="77777777" w:rsidR="002A1396" w:rsidRPr="00B10646" w:rsidRDefault="002A1396" w:rsidP="00B106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1064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Wybrane wiersze (np. J. Iwaszkiewicza, J. Przybosia, </w:t>
            </w:r>
            <w:r w:rsidR="00AB678D" w:rsidRPr="00B1064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T. Różewicza, </w:t>
            </w:r>
            <w:r w:rsidRPr="00B1064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A. Zagajewskiego)</w:t>
            </w:r>
          </w:p>
        </w:tc>
      </w:tr>
      <w:tr w:rsidR="0085747A" w:rsidRPr="009C54AE" w14:paraId="55C96347" w14:textId="77777777" w:rsidTr="00B10646">
        <w:trPr>
          <w:trHeight w:val="397"/>
        </w:trPr>
        <w:tc>
          <w:tcPr>
            <w:tcW w:w="9498" w:type="dxa"/>
          </w:tcPr>
          <w:p w14:paraId="3756010C" w14:textId="77777777" w:rsidR="0085747A" w:rsidRPr="00B106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10646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7972E9F2" w14:textId="77777777" w:rsidR="00604D80" w:rsidRPr="00B10646" w:rsidRDefault="00604D80" w:rsidP="00B10646">
            <w:pPr>
              <w:pStyle w:val="Punktygwne"/>
              <w:spacing w:before="0" w:after="0"/>
              <w:ind w:left="743" w:hanging="743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B10646">
              <w:rPr>
                <w:rFonts w:ascii="Corbel" w:hAnsi="Corbel"/>
                <w:b w:val="0"/>
                <w:smallCaps w:val="0"/>
                <w:sz w:val="22"/>
              </w:rPr>
              <w:t>Burkot</w:t>
            </w:r>
            <w:proofErr w:type="spellEnd"/>
            <w:r w:rsidRPr="00B10646">
              <w:rPr>
                <w:rFonts w:ascii="Corbel" w:hAnsi="Corbel"/>
                <w:b w:val="0"/>
                <w:smallCaps w:val="0"/>
                <w:sz w:val="22"/>
              </w:rPr>
              <w:t xml:space="preserve"> S., </w:t>
            </w:r>
            <w:r w:rsidRPr="00B10646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Polskie podróżopisarstwo romantyczne, </w:t>
            </w:r>
            <w:r w:rsidR="002A1396" w:rsidRPr="00B10646"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Pr="00B10646">
              <w:rPr>
                <w:rFonts w:ascii="Corbel" w:hAnsi="Corbel"/>
                <w:b w:val="0"/>
                <w:smallCaps w:val="0"/>
                <w:sz w:val="22"/>
              </w:rPr>
              <w:t>arszawa 1988.</w:t>
            </w:r>
          </w:p>
          <w:p w14:paraId="4885D8C8" w14:textId="77777777" w:rsidR="002A1396" w:rsidRPr="00B10646" w:rsidRDefault="002A1396" w:rsidP="00B10646">
            <w:pPr>
              <w:pStyle w:val="Punktygwne"/>
              <w:spacing w:before="0" w:after="0"/>
              <w:ind w:left="743" w:hanging="743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B10646">
              <w:rPr>
                <w:rFonts w:ascii="Corbel" w:hAnsi="Corbel"/>
                <w:b w:val="0"/>
                <w:smallCaps w:val="0"/>
                <w:sz w:val="22"/>
              </w:rPr>
              <w:t xml:space="preserve">Czapliński P., </w:t>
            </w:r>
            <w:r w:rsidRPr="00B10646">
              <w:rPr>
                <w:rFonts w:ascii="Corbel" w:hAnsi="Corbel"/>
                <w:b w:val="0"/>
                <w:i/>
                <w:smallCaps w:val="0"/>
                <w:sz w:val="22"/>
              </w:rPr>
              <w:t>Wzniosłe tęsknoty. Nostalgie lat dziewięćdziesiątych</w:t>
            </w:r>
            <w:r w:rsidRPr="00B10646">
              <w:rPr>
                <w:rFonts w:ascii="Corbel" w:hAnsi="Corbel"/>
                <w:b w:val="0"/>
                <w:smallCaps w:val="0"/>
                <w:sz w:val="22"/>
              </w:rPr>
              <w:t>, Kraków 2001.</w:t>
            </w:r>
            <w:r w:rsidRPr="00B10646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 </w:t>
            </w:r>
          </w:p>
          <w:p w14:paraId="51DA51D6" w14:textId="77777777" w:rsidR="002A1396" w:rsidRPr="00B10646" w:rsidRDefault="002A1396" w:rsidP="00B10646">
            <w:pPr>
              <w:pStyle w:val="Punktygwne"/>
              <w:spacing w:before="0" w:after="0"/>
              <w:ind w:left="743" w:hanging="743"/>
              <w:rPr>
                <w:rFonts w:ascii="Corbel" w:hAnsi="Corbel"/>
                <w:b w:val="0"/>
                <w:smallCaps w:val="0"/>
                <w:sz w:val="22"/>
              </w:rPr>
            </w:pPr>
            <w:r w:rsidRPr="00B10646">
              <w:rPr>
                <w:rFonts w:ascii="Corbel" w:hAnsi="Corbel"/>
                <w:b w:val="0"/>
                <w:smallCaps w:val="0"/>
                <w:sz w:val="22"/>
              </w:rPr>
              <w:t xml:space="preserve">Czermińska M., </w:t>
            </w:r>
            <w:r w:rsidRPr="00B10646">
              <w:rPr>
                <w:rFonts w:ascii="Corbel" w:hAnsi="Corbel"/>
                <w:b w:val="0"/>
                <w:i/>
                <w:smallCaps w:val="0"/>
                <w:sz w:val="22"/>
              </w:rPr>
              <w:t>Autobiograficzny trójkąt</w:t>
            </w:r>
            <w:r w:rsidR="00AB678D" w:rsidRPr="00B10646">
              <w:rPr>
                <w:rFonts w:ascii="Corbel" w:hAnsi="Corbel"/>
                <w:b w:val="0"/>
                <w:i/>
                <w:smallCaps w:val="0"/>
                <w:sz w:val="22"/>
              </w:rPr>
              <w:t>. Świadectwo, wyznanie</w:t>
            </w:r>
            <w:r w:rsidR="00B10646" w:rsidRPr="00B10646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 </w:t>
            </w:r>
            <w:r w:rsidR="00AB678D" w:rsidRPr="00B10646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 i wyzwanie</w:t>
            </w:r>
            <w:r w:rsidR="00AB678D" w:rsidRPr="00B10646">
              <w:rPr>
                <w:rFonts w:ascii="Corbel" w:hAnsi="Corbel"/>
                <w:b w:val="0"/>
                <w:smallCaps w:val="0"/>
                <w:sz w:val="22"/>
              </w:rPr>
              <w:t xml:space="preserve">, Kraków 2000. </w:t>
            </w:r>
          </w:p>
          <w:p w14:paraId="3F826F23" w14:textId="77777777" w:rsidR="00AB678D" w:rsidRPr="00B10646" w:rsidRDefault="00AB678D" w:rsidP="00B10646">
            <w:pPr>
              <w:pStyle w:val="Punktygwne"/>
              <w:spacing w:before="0" w:after="0"/>
              <w:ind w:left="743" w:hanging="743"/>
              <w:rPr>
                <w:rFonts w:ascii="Corbel" w:hAnsi="Corbel"/>
                <w:b w:val="0"/>
                <w:smallCaps w:val="0"/>
                <w:sz w:val="22"/>
              </w:rPr>
            </w:pPr>
            <w:r w:rsidRPr="00B10646">
              <w:rPr>
                <w:rFonts w:ascii="Corbel" w:hAnsi="Corbel"/>
                <w:b w:val="0"/>
                <w:smallCaps w:val="0"/>
                <w:sz w:val="22"/>
              </w:rPr>
              <w:t xml:space="preserve">Dutka E., </w:t>
            </w:r>
            <w:r w:rsidR="008D77F6" w:rsidRPr="00B10646">
              <w:rPr>
                <w:rFonts w:ascii="Corbel" w:hAnsi="Corbel"/>
                <w:b w:val="0"/>
                <w:i/>
                <w:smallCaps w:val="0"/>
                <w:sz w:val="22"/>
              </w:rPr>
              <w:t>Próby topograficzne. Miejsca i krajobrazy w literaturze polskiej XX i XXI wieku</w:t>
            </w:r>
            <w:r w:rsidR="008D77F6" w:rsidRPr="00B10646">
              <w:rPr>
                <w:rFonts w:ascii="Corbel" w:hAnsi="Corbel"/>
                <w:b w:val="0"/>
                <w:smallCaps w:val="0"/>
                <w:sz w:val="22"/>
              </w:rPr>
              <w:t>, Katowice 2014.</w:t>
            </w:r>
          </w:p>
          <w:p w14:paraId="09EE56E1" w14:textId="77777777" w:rsidR="00604D80" w:rsidRPr="00B10646" w:rsidRDefault="00604D80" w:rsidP="00B10646">
            <w:pPr>
              <w:pStyle w:val="Punktygwne"/>
              <w:spacing w:before="0" w:after="0"/>
              <w:ind w:left="743" w:hanging="743"/>
              <w:rPr>
                <w:rFonts w:ascii="Corbel" w:hAnsi="Corbel"/>
                <w:b w:val="0"/>
                <w:smallCaps w:val="0"/>
                <w:sz w:val="22"/>
              </w:rPr>
            </w:pPr>
            <w:r w:rsidRPr="00B10646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Dziedzictwo Odyseusza. Podróż, obcość i tożsamość, identyfikacja, przestrzeń, </w:t>
            </w:r>
            <w:r w:rsidRPr="00B10646">
              <w:rPr>
                <w:rFonts w:ascii="Corbel" w:hAnsi="Corbel"/>
                <w:b w:val="0"/>
                <w:smallCaps w:val="0"/>
                <w:sz w:val="22"/>
              </w:rPr>
              <w:t xml:space="preserve">red. M. Cieśla-Korytkowska, O. </w:t>
            </w:r>
            <w:proofErr w:type="spellStart"/>
            <w:r w:rsidRPr="00B10646">
              <w:rPr>
                <w:rFonts w:ascii="Corbel" w:hAnsi="Corbel"/>
                <w:b w:val="0"/>
                <w:smallCaps w:val="0"/>
                <w:sz w:val="22"/>
              </w:rPr>
              <w:t>Płaszczewska</w:t>
            </w:r>
            <w:proofErr w:type="spellEnd"/>
            <w:r w:rsidRPr="00B10646">
              <w:rPr>
                <w:rFonts w:ascii="Corbel" w:hAnsi="Corbel"/>
                <w:b w:val="0"/>
                <w:smallCaps w:val="0"/>
                <w:sz w:val="22"/>
              </w:rPr>
              <w:t xml:space="preserve">, Kraków 2007. </w:t>
            </w:r>
          </w:p>
          <w:p w14:paraId="17879BF4" w14:textId="77777777" w:rsidR="00AB678D" w:rsidRPr="00B10646" w:rsidRDefault="007E7598" w:rsidP="00B10646">
            <w:pPr>
              <w:pStyle w:val="Punktygwne"/>
              <w:spacing w:before="0" w:after="0"/>
              <w:ind w:left="743" w:hanging="743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B10646">
              <w:rPr>
                <w:rFonts w:ascii="Corbel" w:hAnsi="Corbel"/>
                <w:b w:val="0"/>
                <w:i/>
                <w:smallCaps w:val="0"/>
                <w:sz w:val="22"/>
              </w:rPr>
              <w:t>Genius</w:t>
            </w:r>
            <w:proofErr w:type="spellEnd"/>
            <w:r w:rsidRPr="00B10646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 </w:t>
            </w:r>
            <w:proofErr w:type="spellStart"/>
            <w:r w:rsidRPr="00B10646">
              <w:rPr>
                <w:rFonts w:ascii="Corbel" w:hAnsi="Corbel"/>
                <w:b w:val="0"/>
                <w:i/>
                <w:smallCaps w:val="0"/>
                <w:sz w:val="22"/>
              </w:rPr>
              <w:t>loci</w:t>
            </w:r>
            <w:proofErr w:type="spellEnd"/>
            <w:r w:rsidR="00AB678D" w:rsidRPr="00B10646">
              <w:rPr>
                <w:rFonts w:ascii="Corbel" w:hAnsi="Corbel"/>
                <w:b w:val="0"/>
                <w:i/>
                <w:smallCaps w:val="0"/>
                <w:sz w:val="22"/>
              </w:rPr>
              <w:t>. Studia o człowieku i przestrzeni</w:t>
            </w:r>
            <w:r w:rsidR="00AB678D" w:rsidRPr="00B10646">
              <w:rPr>
                <w:rFonts w:ascii="Corbel" w:hAnsi="Corbel"/>
                <w:b w:val="0"/>
                <w:smallCaps w:val="0"/>
                <w:sz w:val="22"/>
              </w:rPr>
              <w:t xml:space="preserve">, pod red. Z. Kadłubka, Katowice 2007. </w:t>
            </w:r>
          </w:p>
          <w:p w14:paraId="4876AB8B" w14:textId="77777777" w:rsidR="00E00721" w:rsidRPr="00B10646" w:rsidRDefault="00E00721" w:rsidP="00B10646">
            <w:pPr>
              <w:pStyle w:val="Tekstprzypisudolnego"/>
              <w:ind w:left="743" w:hanging="743"/>
              <w:jc w:val="both"/>
              <w:rPr>
                <w:rFonts w:ascii="Corbel" w:hAnsi="Corbel"/>
                <w:sz w:val="22"/>
                <w:szCs w:val="22"/>
                <w:lang w:val="pl-PL"/>
              </w:rPr>
            </w:pPr>
            <w:r w:rsidRPr="00B10646">
              <w:rPr>
                <w:rFonts w:ascii="Corbel" w:hAnsi="Corbel"/>
                <w:sz w:val="22"/>
                <w:szCs w:val="22"/>
              </w:rPr>
              <w:t>Kronenberg</w:t>
            </w:r>
            <w:r w:rsidRPr="00B10646">
              <w:rPr>
                <w:rFonts w:ascii="Corbel" w:hAnsi="Corbel"/>
                <w:sz w:val="22"/>
                <w:szCs w:val="22"/>
                <w:lang w:val="pl-PL"/>
              </w:rPr>
              <w:t xml:space="preserve"> A.</w:t>
            </w:r>
            <w:r w:rsidRPr="00B10646">
              <w:rPr>
                <w:rFonts w:ascii="Corbel" w:hAnsi="Corbel"/>
                <w:sz w:val="22"/>
                <w:szCs w:val="22"/>
              </w:rPr>
              <w:t xml:space="preserve">, </w:t>
            </w:r>
            <w:r w:rsidRPr="00B10646">
              <w:rPr>
                <w:rFonts w:ascii="Corbel" w:hAnsi="Corbel"/>
                <w:i/>
                <w:sz w:val="22"/>
                <w:szCs w:val="22"/>
              </w:rPr>
              <w:t xml:space="preserve">Geopoetyka. Związki literatury i środowiska, </w:t>
            </w:r>
            <w:r w:rsidRPr="00B10646">
              <w:rPr>
                <w:rFonts w:ascii="Corbel" w:hAnsi="Corbel"/>
                <w:sz w:val="22"/>
                <w:szCs w:val="22"/>
              </w:rPr>
              <w:t>Łódź 2015.</w:t>
            </w:r>
          </w:p>
          <w:p w14:paraId="0B9FCD6A" w14:textId="77777777" w:rsidR="00AB678D" w:rsidRPr="00B10646" w:rsidRDefault="00AB678D" w:rsidP="00B10646">
            <w:pPr>
              <w:pStyle w:val="Tekstprzypisudolnego"/>
              <w:ind w:left="743" w:hanging="743"/>
              <w:jc w:val="both"/>
              <w:rPr>
                <w:rFonts w:ascii="Corbel" w:hAnsi="Corbel"/>
                <w:sz w:val="22"/>
                <w:szCs w:val="22"/>
                <w:lang w:val="pl-PL"/>
              </w:rPr>
            </w:pPr>
            <w:proofErr w:type="spellStart"/>
            <w:r w:rsidRPr="00B10646">
              <w:rPr>
                <w:rFonts w:ascii="Corbel" w:hAnsi="Corbel"/>
                <w:sz w:val="22"/>
                <w:szCs w:val="22"/>
                <w:lang w:val="pl-PL"/>
              </w:rPr>
              <w:t>Sendyka</w:t>
            </w:r>
            <w:proofErr w:type="spellEnd"/>
            <w:r w:rsidRPr="00B10646">
              <w:rPr>
                <w:rFonts w:ascii="Corbel" w:hAnsi="Corbel"/>
                <w:sz w:val="22"/>
                <w:szCs w:val="22"/>
                <w:lang w:val="pl-PL"/>
              </w:rPr>
              <w:t xml:space="preserve"> R., </w:t>
            </w:r>
            <w:r w:rsidRPr="00B10646">
              <w:rPr>
                <w:rFonts w:ascii="Corbel" w:hAnsi="Corbel"/>
                <w:i/>
                <w:sz w:val="22"/>
                <w:szCs w:val="22"/>
                <w:lang w:val="pl-PL"/>
              </w:rPr>
              <w:t>Nowoczesny esej. Studium historycznej świadomości gatunku</w:t>
            </w:r>
            <w:r w:rsidRPr="00B10646">
              <w:rPr>
                <w:rFonts w:ascii="Corbel" w:hAnsi="Corbel"/>
                <w:sz w:val="22"/>
                <w:szCs w:val="22"/>
                <w:lang w:val="pl-PL"/>
              </w:rPr>
              <w:t>, Kraków 2006.</w:t>
            </w:r>
          </w:p>
          <w:p w14:paraId="0C980DCA" w14:textId="77777777" w:rsidR="00566726" w:rsidRPr="00B10646" w:rsidRDefault="00566726" w:rsidP="00B10646">
            <w:pPr>
              <w:pStyle w:val="Tekstprzypisudolnego"/>
              <w:ind w:left="743" w:hanging="743"/>
              <w:jc w:val="both"/>
              <w:rPr>
                <w:rFonts w:ascii="Corbel" w:hAnsi="Corbel"/>
                <w:sz w:val="22"/>
                <w:szCs w:val="22"/>
                <w:lang w:val="pl-PL"/>
              </w:rPr>
            </w:pPr>
            <w:r w:rsidRPr="00B10646">
              <w:rPr>
                <w:rFonts w:ascii="Corbel" w:hAnsi="Corbel"/>
                <w:sz w:val="22"/>
                <w:szCs w:val="22"/>
                <w:lang w:val="pl-PL"/>
              </w:rPr>
              <w:t xml:space="preserve">Wilkoń T., </w:t>
            </w:r>
            <w:r w:rsidRPr="00B10646">
              <w:rPr>
                <w:rFonts w:ascii="Corbel" w:hAnsi="Corbel"/>
                <w:i/>
                <w:sz w:val="22"/>
                <w:szCs w:val="22"/>
                <w:lang w:val="pl-PL"/>
              </w:rPr>
              <w:t>Nimfy oko błękitne. Obrazy Neapolu w polskiej poezji XIX i XX wieku</w:t>
            </w:r>
            <w:r w:rsidRPr="00B10646">
              <w:rPr>
                <w:rFonts w:ascii="Corbel" w:hAnsi="Corbel"/>
                <w:sz w:val="22"/>
                <w:szCs w:val="22"/>
                <w:lang w:val="pl-PL"/>
              </w:rPr>
              <w:t>, Katowice 2006.</w:t>
            </w:r>
          </w:p>
          <w:p w14:paraId="4055AD4A" w14:textId="77777777" w:rsidR="00604D80" w:rsidRPr="00B10646" w:rsidRDefault="00604D80" w:rsidP="00B10646">
            <w:pPr>
              <w:pStyle w:val="Punktygwne"/>
              <w:spacing w:before="0" w:after="0"/>
              <w:ind w:left="743" w:hanging="743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B10646">
              <w:rPr>
                <w:rFonts w:ascii="Corbel" w:hAnsi="Corbel"/>
                <w:b w:val="0"/>
                <w:smallCaps w:val="0"/>
                <w:sz w:val="22"/>
              </w:rPr>
              <w:t>Yi</w:t>
            </w:r>
            <w:proofErr w:type="spellEnd"/>
            <w:r w:rsidRPr="00B10646">
              <w:rPr>
                <w:rFonts w:ascii="Corbel" w:hAnsi="Corbel"/>
                <w:b w:val="0"/>
                <w:smallCaps w:val="0"/>
                <w:sz w:val="22"/>
              </w:rPr>
              <w:t xml:space="preserve">-Fu </w:t>
            </w:r>
            <w:proofErr w:type="spellStart"/>
            <w:r w:rsidRPr="00B10646">
              <w:rPr>
                <w:rFonts w:ascii="Corbel" w:hAnsi="Corbel"/>
                <w:b w:val="0"/>
                <w:smallCaps w:val="0"/>
                <w:sz w:val="22"/>
              </w:rPr>
              <w:t>Tuan</w:t>
            </w:r>
            <w:proofErr w:type="spellEnd"/>
            <w:r w:rsidRPr="00B10646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0B10646">
              <w:rPr>
                <w:rFonts w:ascii="Corbel" w:hAnsi="Corbel"/>
                <w:b w:val="0"/>
                <w:i/>
                <w:smallCaps w:val="0"/>
                <w:sz w:val="22"/>
              </w:rPr>
              <w:t>Przestrzeń i miejsce</w:t>
            </w:r>
            <w:r w:rsidRPr="00B10646">
              <w:rPr>
                <w:rFonts w:ascii="Corbel" w:hAnsi="Corbel"/>
                <w:b w:val="0"/>
                <w:smallCaps w:val="0"/>
                <w:sz w:val="22"/>
              </w:rPr>
              <w:t xml:space="preserve">, przeł. A. </w:t>
            </w:r>
            <w:proofErr w:type="spellStart"/>
            <w:r w:rsidRPr="00B10646">
              <w:rPr>
                <w:rFonts w:ascii="Corbel" w:hAnsi="Corbel"/>
                <w:b w:val="0"/>
                <w:smallCaps w:val="0"/>
                <w:sz w:val="22"/>
              </w:rPr>
              <w:t>Morawińska</w:t>
            </w:r>
            <w:proofErr w:type="spellEnd"/>
            <w:r w:rsidRPr="00B10646">
              <w:rPr>
                <w:rFonts w:ascii="Corbel" w:hAnsi="Corbel"/>
                <w:b w:val="0"/>
                <w:smallCaps w:val="0"/>
                <w:sz w:val="22"/>
              </w:rPr>
              <w:t xml:space="preserve">, wstęp K. Wojciechowski, Warszawa 1987. </w:t>
            </w:r>
          </w:p>
          <w:p w14:paraId="31E5BE7C" w14:textId="77777777" w:rsidR="00604D80" w:rsidRPr="00B10646" w:rsidRDefault="00604D80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</w:pPr>
          </w:p>
        </w:tc>
      </w:tr>
    </w:tbl>
    <w:p w14:paraId="29F2788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06B5CC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793C62" w14:textId="77777777" w:rsidR="00B10646" w:rsidRDefault="00B1064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0E5D4E" w14:textId="77777777" w:rsidR="00B10646" w:rsidRPr="009C54AE" w:rsidRDefault="00B1064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1E7424" w14:textId="0F38CDBB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85747A" w:rsidRPr="009C54AE" w:rsidSect="008574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380DD8" w14:textId="77777777" w:rsidR="00666B5D" w:rsidRDefault="00666B5D" w:rsidP="00C16ABF">
      <w:pPr>
        <w:spacing w:after="0" w:line="240" w:lineRule="auto"/>
      </w:pPr>
      <w:r>
        <w:separator/>
      </w:r>
    </w:p>
  </w:endnote>
  <w:endnote w:type="continuationSeparator" w:id="0">
    <w:p w14:paraId="67CE8D4F" w14:textId="77777777" w:rsidR="00666B5D" w:rsidRDefault="00666B5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B2A232" w14:textId="77777777" w:rsidR="002B3B12" w:rsidRDefault="002B3B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0DABFA" w14:textId="77777777" w:rsidR="002B3B12" w:rsidRDefault="002B3B1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8B3AD2" w14:textId="77777777" w:rsidR="002B3B12" w:rsidRDefault="002B3B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069616" w14:textId="77777777" w:rsidR="00666B5D" w:rsidRDefault="00666B5D" w:rsidP="00C16ABF">
      <w:pPr>
        <w:spacing w:after="0" w:line="240" w:lineRule="auto"/>
      </w:pPr>
      <w:r>
        <w:separator/>
      </w:r>
    </w:p>
  </w:footnote>
  <w:footnote w:type="continuationSeparator" w:id="0">
    <w:p w14:paraId="3EF379BE" w14:textId="77777777" w:rsidR="00666B5D" w:rsidRDefault="00666B5D" w:rsidP="00C16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FD1FD6" w14:textId="77777777" w:rsidR="002B3B12" w:rsidRDefault="002B3B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63BFF1" w14:textId="77777777" w:rsidR="00B10646" w:rsidRPr="002B3B12" w:rsidRDefault="002B3B12" w:rsidP="002B3B12">
    <w:pPr>
      <w:spacing w:line="240" w:lineRule="auto"/>
      <w:jc w:val="right"/>
      <w:rPr>
        <w:rFonts w:ascii="Corbel" w:hAnsi="Corbel"/>
        <w:bCs/>
        <w:i/>
        <w:color w:val="0070C0"/>
        <w:sz w:val="20"/>
        <w:szCs w:val="20"/>
      </w:rPr>
    </w:pPr>
    <w:r>
      <w:rPr>
        <w:rFonts w:ascii="Corbel" w:hAnsi="Corbel"/>
        <w:color w:val="0070C0"/>
        <w:sz w:val="24"/>
        <w:szCs w:val="24"/>
      </w:rPr>
      <w:t>PS45_I.6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C5F261" w14:textId="77777777" w:rsidR="002B3B12" w:rsidRDefault="002B3B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2C4BBF"/>
    <w:multiLevelType w:val="hybridMultilevel"/>
    <w:tmpl w:val="66C89E24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5964CCC"/>
    <w:multiLevelType w:val="hybridMultilevel"/>
    <w:tmpl w:val="83A4CACC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E94135"/>
    <w:multiLevelType w:val="hybridMultilevel"/>
    <w:tmpl w:val="BCDCE8E8"/>
    <w:lvl w:ilvl="0" w:tplc="0415000F">
      <w:start w:val="1"/>
      <w:numFmt w:val="decimal"/>
      <w:lvlText w:val="%1."/>
      <w:lvlJc w:val="left"/>
      <w:pPr>
        <w:ind w:left="2185" w:hanging="360"/>
      </w:pPr>
    </w:lvl>
    <w:lvl w:ilvl="1" w:tplc="04150019" w:tentative="1">
      <w:start w:val="1"/>
      <w:numFmt w:val="lowerLetter"/>
      <w:lvlText w:val="%2."/>
      <w:lvlJc w:val="left"/>
      <w:pPr>
        <w:ind w:left="2905" w:hanging="360"/>
      </w:pPr>
    </w:lvl>
    <w:lvl w:ilvl="2" w:tplc="0415001B" w:tentative="1">
      <w:start w:val="1"/>
      <w:numFmt w:val="lowerRoman"/>
      <w:lvlText w:val="%3."/>
      <w:lvlJc w:val="right"/>
      <w:pPr>
        <w:ind w:left="3625" w:hanging="180"/>
      </w:pPr>
    </w:lvl>
    <w:lvl w:ilvl="3" w:tplc="0415000F" w:tentative="1">
      <w:start w:val="1"/>
      <w:numFmt w:val="decimal"/>
      <w:lvlText w:val="%4."/>
      <w:lvlJc w:val="left"/>
      <w:pPr>
        <w:ind w:left="4345" w:hanging="360"/>
      </w:pPr>
    </w:lvl>
    <w:lvl w:ilvl="4" w:tplc="04150019" w:tentative="1">
      <w:start w:val="1"/>
      <w:numFmt w:val="lowerLetter"/>
      <w:lvlText w:val="%5."/>
      <w:lvlJc w:val="left"/>
      <w:pPr>
        <w:ind w:left="5065" w:hanging="360"/>
      </w:pPr>
    </w:lvl>
    <w:lvl w:ilvl="5" w:tplc="0415001B" w:tentative="1">
      <w:start w:val="1"/>
      <w:numFmt w:val="lowerRoman"/>
      <w:lvlText w:val="%6."/>
      <w:lvlJc w:val="right"/>
      <w:pPr>
        <w:ind w:left="5785" w:hanging="180"/>
      </w:pPr>
    </w:lvl>
    <w:lvl w:ilvl="6" w:tplc="0415000F" w:tentative="1">
      <w:start w:val="1"/>
      <w:numFmt w:val="decimal"/>
      <w:lvlText w:val="%7."/>
      <w:lvlJc w:val="left"/>
      <w:pPr>
        <w:ind w:left="6505" w:hanging="360"/>
      </w:pPr>
    </w:lvl>
    <w:lvl w:ilvl="7" w:tplc="04150019" w:tentative="1">
      <w:start w:val="1"/>
      <w:numFmt w:val="lowerLetter"/>
      <w:lvlText w:val="%8."/>
      <w:lvlJc w:val="left"/>
      <w:pPr>
        <w:ind w:left="7225" w:hanging="360"/>
      </w:pPr>
    </w:lvl>
    <w:lvl w:ilvl="8" w:tplc="0415001B" w:tentative="1">
      <w:start w:val="1"/>
      <w:numFmt w:val="lowerRoman"/>
      <w:lvlText w:val="%9."/>
      <w:lvlJc w:val="right"/>
      <w:pPr>
        <w:ind w:left="7945" w:hanging="180"/>
      </w:pPr>
    </w:lvl>
  </w:abstractNum>
  <w:abstractNum w:abstractNumId="4" w15:restartNumberingAfterBreak="0">
    <w:nsid w:val="40826E0F"/>
    <w:multiLevelType w:val="hybridMultilevel"/>
    <w:tmpl w:val="F23C781C"/>
    <w:lvl w:ilvl="0" w:tplc="0415000D">
      <w:start w:val="1"/>
      <w:numFmt w:val="bullet"/>
      <w:lvlText w:val=""/>
      <w:lvlJc w:val="left"/>
      <w:pPr>
        <w:ind w:left="21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5" w:hanging="360"/>
      </w:pPr>
      <w:rPr>
        <w:rFonts w:ascii="Wingdings" w:hAnsi="Wingdings" w:hint="default"/>
      </w:rPr>
    </w:lvl>
  </w:abstractNum>
  <w:abstractNum w:abstractNumId="5" w15:restartNumberingAfterBreak="0">
    <w:nsid w:val="4AB36F7C"/>
    <w:multiLevelType w:val="hybridMultilevel"/>
    <w:tmpl w:val="54BE60A8"/>
    <w:lvl w:ilvl="0" w:tplc="0415000D">
      <w:start w:val="1"/>
      <w:numFmt w:val="bullet"/>
      <w:lvlText w:val=""/>
      <w:lvlJc w:val="left"/>
      <w:pPr>
        <w:ind w:left="21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5" w:hanging="360"/>
      </w:pPr>
      <w:rPr>
        <w:rFonts w:ascii="Wingdings" w:hAnsi="Wingdings" w:hint="default"/>
      </w:rPr>
    </w:lvl>
  </w:abstractNum>
  <w:abstractNum w:abstractNumId="6" w15:restartNumberingAfterBreak="0">
    <w:nsid w:val="69EC524B"/>
    <w:multiLevelType w:val="hybridMultilevel"/>
    <w:tmpl w:val="48D204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E4791"/>
    <w:multiLevelType w:val="hybridMultilevel"/>
    <w:tmpl w:val="8BCEE1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6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729"/>
    <w:rsid w:val="00042A51"/>
    <w:rsid w:val="00042D2E"/>
    <w:rsid w:val="00044C82"/>
    <w:rsid w:val="00070ED6"/>
    <w:rsid w:val="00071AA5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4FD4"/>
    <w:rsid w:val="000F1C57"/>
    <w:rsid w:val="000F5615"/>
    <w:rsid w:val="000F60E3"/>
    <w:rsid w:val="00124BFF"/>
    <w:rsid w:val="0012560E"/>
    <w:rsid w:val="00127108"/>
    <w:rsid w:val="00134B13"/>
    <w:rsid w:val="00146BC0"/>
    <w:rsid w:val="00153C41"/>
    <w:rsid w:val="00154381"/>
    <w:rsid w:val="0016326F"/>
    <w:rsid w:val="00164FA7"/>
    <w:rsid w:val="00166A03"/>
    <w:rsid w:val="001718A7"/>
    <w:rsid w:val="00172139"/>
    <w:rsid w:val="001737CF"/>
    <w:rsid w:val="00175EC3"/>
    <w:rsid w:val="00176083"/>
    <w:rsid w:val="00183121"/>
    <w:rsid w:val="00192F37"/>
    <w:rsid w:val="001A70D2"/>
    <w:rsid w:val="001D657B"/>
    <w:rsid w:val="001D7B54"/>
    <w:rsid w:val="001E0209"/>
    <w:rsid w:val="001F2CA2"/>
    <w:rsid w:val="002144C0"/>
    <w:rsid w:val="00220E18"/>
    <w:rsid w:val="0022477D"/>
    <w:rsid w:val="002336F9"/>
    <w:rsid w:val="0024028F"/>
    <w:rsid w:val="00244ABC"/>
    <w:rsid w:val="00251A2D"/>
    <w:rsid w:val="00281FF2"/>
    <w:rsid w:val="002857DE"/>
    <w:rsid w:val="00291567"/>
    <w:rsid w:val="002964FB"/>
    <w:rsid w:val="002A1396"/>
    <w:rsid w:val="002A2389"/>
    <w:rsid w:val="002A671D"/>
    <w:rsid w:val="002B3B12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912BF"/>
    <w:rsid w:val="003A0A5B"/>
    <w:rsid w:val="003A1176"/>
    <w:rsid w:val="003A4FA1"/>
    <w:rsid w:val="003C0BAE"/>
    <w:rsid w:val="003D18A9"/>
    <w:rsid w:val="003D6CE2"/>
    <w:rsid w:val="003E1941"/>
    <w:rsid w:val="003E2FE6"/>
    <w:rsid w:val="003E49D5"/>
    <w:rsid w:val="003F38C0"/>
    <w:rsid w:val="00414E3C"/>
    <w:rsid w:val="00416851"/>
    <w:rsid w:val="0042244A"/>
    <w:rsid w:val="0042745A"/>
    <w:rsid w:val="00431D5C"/>
    <w:rsid w:val="004350AD"/>
    <w:rsid w:val="004362C6"/>
    <w:rsid w:val="00437FA2"/>
    <w:rsid w:val="00457974"/>
    <w:rsid w:val="00461EFC"/>
    <w:rsid w:val="004652C2"/>
    <w:rsid w:val="00471326"/>
    <w:rsid w:val="0047598D"/>
    <w:rsid w:val="004818A3"/>
    <w:rsid w:val="004840FD"/>
    <w:rsid w:val="00490F7D"/>
    <w:rsid w:val="00491678"/>
    <w:rsid w:val="004968E2"/>
    <w:rsid w:val="004A3EEA"/>
    <w:rsid w:val="004A4D1F"/>
    <w:rsid w:val="004D5282"/>
    <w:rsid w:val="004E14E2"/>
    <w:rsid w:val="004F1551"/>
    <w:rsid w:val="004F55A3"/>
    <w:rsid w:val="0050496F"/>
    <w:rsid w:val="00513B6F"/>
    <w:rsid w:val="00517C63"/>
    <w:rsid w:val="005363C4"/>
    <w:rsid w:val="00536BDE"/>
    <w:rsid w:val="00543ACC"/>
    <w:rsid w:val="00566726"/>
    <w:rsid w:val="00585F91"/>
    <w:rsid w:val="005A0855"/>
    <w:rsid w:val="005A3196"/>
    <w:rsid w:val="005C080F"/>
    <w:rsid w:val="005C43C0"/>
    <w:rsid w:val="005C55E5"/>
    <w:rsid w:val="005C696A"/>
    <w:rsid w:val="005E6E85"/>
    <w:rsid w:val="005F31D2"/>
    <w:rsid w:val="00604D80"/>
    <w:rsid w:val="00605CDF"/>
    <w:rsid w:val="0061029B"/>
    <w:rsid w:val="00617230"/>
    <w:rsid w:val="00621CE1"/>
    <w:rsid w:val="00622ACC"/>
    <w:rsid w:val="00636546"/>
    <w:rsid w:val="00641041"/>
    <w:rsid w:val="0064521E"/>
    <w:rsid w:val="00647FA8"/>
    <w:rsid w:val="006620D9"/>
    <w:rsid w:val="00666B5D"/>
    <w:rsid w:val="00671958"/>
    <w:rsid w:val="00675843"/>
    <w:rsid w:val="00696477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87E68"/>
    <w:rsid w:val="00790E27"/>
    <w:rsid w:val="007A4022"/>
    <w:rsid w:val="007A6E6E"/>
    <w:rsid w:val="007C3299"/>
    <w:rsid w:val="007C3BCC"/>
    <w:rsid w:val="007C5425"/>
    <w:rsid w:val="007D6E56"/>
    <w:rsid w:val="007E0E35"/>
    <w:rsid w:val="007E7598"/>
    <w:rsid w:val="007F4155"/>
    <w:rsid w:val="008027F2"/>
    <w:rsid w:val="0081707E"/>
    <w:rsid w:val="008374A0"/>
    <w:rsid w:val="008449B3"/>
    <w:rsid w:val="008473CD"/>
    <w:rsid w:val="0085747A"/>
    <w:rsid w:val="00877B4A"/>
    <w:rsid w:val="00884922"/>
    <w:rsid w:val="00885F64"/>
    <w:rsid w:val="0088765B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7F6"/>
    <w:rsid w:val="008E64F4"/>
    <w:rsid w:val="008F12C9"/>
    <w:rsid w:val="008F5A2A"/>
    <w:rsid w:val="008F6E29"/>
    <w:rsid w:val="00916188"/>
    <w:rsid w:val="00923D7D"/>
    <w:rsid w:val="009307B8"/>
    <w:rsid w:val="009508DF"/>
    <w:rsid w:val="00950DAC"/>
    <w:rsid w:val="00954A07"/>
    <w:rsid w:val="00967B51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B678D"/>
    <w:rsid w:val="00AD1146"/>
    <w:rsid w:val="00AD27D3"/>
    <w:rsid w:val="00AD66D6"/>
    <w:rsid w:val="00AD7FA1"/>
    <w:rsid w:val="00AE01B6"/>
    <w:rsid w:val="00AE1160"/>
    <w:rsid w:val="00AE203C"/>
    <w:rsid w:val="00AE2E74"/>
    <w:rsid w:val="00AE5FCB"/>
    <w:rsid w:val="00AF2C1E"/>
    <w:rsid w:val="00AF56EC"/>
    <w:rsid w:val="00B06142"/>
    <w:rsid w:val="00B10646"/>
    <w:rsid w:val="00B10D65"/>
    <w:rsid w:val="00B135B1"/>
    <w:rsid w:val="00B3130B"/>
    <w:rsid w:val="00B40ADB"/>
    <w:rsid w:val="00B43B77"/>
    <w:rsid w:val="00B43E80"/>
    <w:rsid w:val="00B513C6"/>
    <w:rsid w:val="00B607DB"/>
    <w:rsid w:val="00B66529"/>
    <w:rsid w:val="00B72598"/>
    <w:rsid w:val="00B755D8"/>
    <w:rsid w:val="00B75946"/>
    <w:rsid w:val="00B8056E"/>
    <w:rsid w:val="00B819C8"/>
    <w:rsid w:val="00B82308"/>
    <w:rsid w:val="00B93DD1"/>
    <w:rsid w:val="00BA6C79"/>
    <w:rsid w:val="00BB520A"/>
    <w:rsid w:val="00BD0A04"/>
    <w:rsid w:val="00BD3869"/>
    <w:rsid w:val="00BD66E9"/>
    <w:rsid w:val="00BE3AB4"/>
    <w:rsid w:val="00BF259C"/>
    <w:rsid w:val="00BF2C41"/>
    <w:rsid w:val="00C058B4"/>
    <w:rsid w:val="00C131B5"/>
    <w:rsid w:val="00C16ABF"/>
    <w:rsid w:val="00C170AE"/>
    <w:rsid w:val="00C23005"/>
    <w:rsid w:val="00C26CB7"/>
    <w:rsid w:val="00C324C1"/>
    <w:rsid w:val="00C36992"/>
    <w:rsid w:val="00C56036"/>
    <w:rsid w:val="00C61849"/>
    <w:rsid w:val="00C61DC5"/>
    <w:rsid w:val="00C67E92"/>
    <w:rsid w:val="00C70A26"/>
    <w:rsid w:val="00C766DF"/>
    <w:rsid w:val="00C9115F"/>
    <w:rsid w:val="00C94B98"/>
    <w:rsid w:val="00CA2B96"/>
    <w:rsid w:val="00CA5089"/>
    <w:rsid w:val="00CC3042"/>
    <w:rsid w:val="00CD1E39"/>
    <w:rsid w:val="00CD6897"/>
    <w:rsid w:val="00CE3E33"/>
    <w:rsid w:val="00CE5BAC"/>
    <w:rsid w:val="00CF25BE"/>
    <w:rsid w:val="00CF3573"/>
    <w:rsid w:val="00CF78ED"/>
    <w:rsid w:val="00D02B25"/>
    <w:rsid w:val="00D02EBA"/>
    <w:rsid w:val="00D17C3C"/>
    <w:rsid w:val="00D2127A"/>
    <w:rsid w:val="00D26B2C"/>
    <w:rsid w:val="00D352C9"/>
    <w:rsid w:val="00D425B2"/>
    <w:rsid w:val="00D552B2"/>
    <w:rsid w:val="00D608D1"/>
    <w:rsid w:val="00D71E78"/>
    <w:rsid w:val="00D74119"/>
    <w:rsid w:val="00D8075B"/>
    <w:rsid w:val="00D8678B"/>
    <w:rsid w:val="00DA2114"/>
    <w:rsid w:val="00DA29C7"/>
    <w:rsid w:val="00DE09C0"/>
    <w:rsid w:val="00DF320D"/>
    <w:rsid w:val="00DF71C8"/>
    <w:rsid w:val="00E00721"/>
    <w:rsid w:val="00E0549B"/>
    <w:rsid w:val="00E129B8"/>
    <w:rsid w:val="00E21E7D"/>
    <w:rsid w:val="00E22FBC"/>
    <w:rsid w:val="00E24BF5"/>
    <w:rsid w:val="00E25338"/>
    <w:rsid w:val="00E50C50"/>
    <w:rsid w:val="00E51E44"/>
    <w:rsid w:val="00E63348"/>
    <w:rsid w:val="00E77E88"/>
    <w:rsid w:val="00E8107D"/>
    <w:rsid w:val="00E839D0"/>
    <w:rsid w:val="00E96ABA"/>
    <w:rsid w:val="00EA4832"/>
    <w:rsid w:val="00EC4899"/>
    <w:rsid w:val="00ED03AB"/>
    <w:rsid w:val="00ED1870"/>
    <w:rsid w:val="00ED32D2"/>
    <w:rsid w:val="00EE32DE"/>
    <w:rsid w:val="00EE5457"/>
    <w:rsid w:val="00F070AB"/>
    <w:rsid w:val="00F27A7B"/>
    <w:rsid w:val="00F47C54"/>
    <w:rsid w:val="00F526AF"/>
    <w:rsid w:val="00F617C3"/>
    <w:rsid w:val="00F7066B"/>
    <w:rsid w:val="00F83B28"/>
    <w:rsid w:val="00FA18CA"/>
    <w:rsid w:val="00FB5FA0"/>
    <w:rsid w:val="00FB7DBA"/>
    <w:rsid w:val="00FC1C25"/>
    <w:rsid w:val="00FC3F45"/>
    <w:rsid w:val="00FD503F"/>
    <w:rsid w:val="00FD7589"/>
    <w:rsid w:val="00FE5A4B"/>
    <w:rsid w:val="00FF016A"/>
    <w:rsid w:val="00FF1401"/>
    <w:rsid w:val="00FF367D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735F7"/>
  <w15:chartTrackingRefBased/>
  <w15:docId w15:val="{3079A2B2-81E0-4F7C-83E3-E66749E93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96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5E8AE-9E53-42D5-829A-0E0B9C99D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4</Pages>
  <Words>1038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jacek kida</cp:lastModifiedBy>
  <cp:revision>12</cp:revision>
  <cp:lastPrinted>2017-02-15T11:41:00Z</cp:lastPrinted>
  <dcterms:created xsi:type="dcterms:W3CDTF">2017-10-14T19:05:00Z</dcterms:created>
  <dcterms:modified xsi:type="dcterms:W3CDTF">2020-10-26T09:35:00Z</dcterms:modified>
</cp:coreProperties>
</file>